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DF6508" w:rsidTr="0019324A">
        <w:trPr>
          <w:cantSplit/>
        </w:trPr>
        <w:tc>
          <w:tcPr>
            <w:tcW w:w="4927" w:type="dxa"/>
          </w:tcPr>
          <w:p w:rsidR="00DF6508" w:rsidRDefault="00DF6508">
            <w:pPr>
              <w:pStyle w:val="21"/>
              <w:tabs>
                <w:tab w:val="left" w:pos="0"/>
              </w:tabs>
              <w:ind w:firstLine="709"/>
              <w:jc w:val="both"/>
              <w:rPr>
                <w:b w:val="0"/>
                <w:sz w:val="26"/>
              </w:rPr>
            </w:pPr>
            <w:r>
              <w:rPr>
                <w:b w:val="0"/>
                <w:sz w:val="26"/>
              </w:rPr>
              <w:t>СОГЛАСОВАНО</w:t>
            </w:r>
          </w:p>
          <w:p w:rsidR="00DF6508" w:rsidRDefault="00DF6508">
            <w:pPr>
              <w:pStyle w:val="21"/>
              <w:tabs>
                <w:tab w:val="left" w:pos="0"/>
              </w:tabs>
              <w:ind w:firstLine="709"/>
              <w:jc w:val="both"/>
              <w:rPr>
                <w:sz w:val="26"/>
              </w:rPr>
            </w:pPr>
          </w:p>
          <w:p w:rsidR="00DF6508" w:rsidRDefault="00DF6508">
            <w:pPr>
              <w:pStyle w:val="Heading1"/>
              <w:ind w:left="473"/>
              <w:rPr>
                <w:szCs w:val="28"/>
              </w:rPr>
            </w:pPr>
            <w:r>
              <w:rPr>
                <w:szCs w:val="28"/>
              </w:rPr>
              <w:t xml:space="preserve">Глава Михайловского муниципального района – </w:t>
            </w:r>
          </w:p>
          <w:p w:rsidR="00DF6508" w:rsidRDefault="00DF6508">
            <w:pPr>
              <w:pStyle w:val="Heading1"/>
              <w:ind w:left="473"/>
              <w:rPr>
                <w:szCs w:val="28"/>
              </w:rPr>
            </w:pPr>
            <w:r>
              <w:rPr>
                <w:szCs w:val="28"/>
              </w:rPr>
              <w:t xml:space="preserve">Глава администрации района  </w:t>
            </w:r>
          </w:p>
          <w:p w:rsidR="00DF6508" w:rsidRDefault="00DF6508">
            <w:pPr>
              <w:pStyle w:val="21"/>
              <w:tabs>
                <w:tab w:val="left" w:pos="0"/>
              </w:tabs>
              <w:jc w:val="left"/>
              <w:rPr>
                <w:b w:val="0"/>
                <w:sz w:val="28"/>
                <w:szCs w:val="28"/>
                <w:u w:val="single"/>
              </w:rPr>
            </w:pPr>
            <w:r>
              <w:rPr>
                <w:b w:val="0"/>
                <w:sz w:val="28"/>
                <w:szCs w:val="28"/>
              </w:rPr>
              <w:t>___________    В</w:t>
            </w:r>
            <w:r>
              <w:rPr>
                <w:b w:val="0"/>
                <w:sz w:val="28"/>
                <w:szCs w:val="28"/>
                <w:u w:val="single"/>
              </w:rPr>
              <w:t>. В. Архипов</w:t>
            </w:r>
          </w:p>
          <w:p w:rsidR="00DF6508" w:rsidRDefault="00DF6508">
            <w:pPr>
              <w:pStyle w:val="21"/>
              <w:tabs>
                <w:tab w:val="left" w:pos="0"/>
              </w:tabs>
              <w:spacing w:before="0"/>
              <w:ind w:left="0"/>
              <w:jc w:val="left"/>
              <w:rPr>
                <w:b w:val="0"/>
                <w:sz w:val="28"/>
                <w:szCs w:val="28"/>
                <w:u w:val="single"/>
              </w:rPr>
            </w:pPr>
            <w:r>
              <w:rPr>
                <w:b w:val="0"/>
                <w:sz w:val="26"/>
              </w:rPr>
              <w:t xml:space="preserve">    (</w:t>
            </w:r>
            <w:r>
              <w:rPr>
                <w:b w:val="0"/>
                <w:sz w:val="18"/>
              </w:rPr>
              <w:t>личная подпись)              (инициалы, фамилия)</w:t>
            </w:r>
          </w:p>
          <w:p w:rsidR="00DF6508" w:rsidRDefault="00DF6508">
            <w:pPr>
              <w:pStyle w:val="21"/>
              <w:tabs>
                <w:tab w:val="left" w:pos="0"/>
              </w:tabs>
              <w:ind w:firstLine="709"/>
              <w:jc w:val="both"/>
              <w:rPr>
                <w:sz w:val="26"/>
              </w:rPr>
            </w:pPr>
          </w:p>
        </w:tc>
        <w:tc>
          <w:tcPr>
            <w:tcW w:w="4927" w:type="dxa"/>
          </w:tcPr>
          <w:p w:rsidR="00DF6508" w:rsidRDefault="00DF6508">
            <w:pPr>
              <w:pStyle w:val="21"/>
              <w:tabs>
                <w:tab w:val="left" w:pos="0"/>
              </w:tabs>
              <w:spacing w:before="0"/>
              <w:ind w:left="0" w:firstLine="709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УТВЕРЖДАЮ</w:t>
            </w:r>
          </w:p>
          <w:p w:rsidR="00DF6508" w:rsidRDefault="00DF6508">
            <w:pPr>
              <w:pStyle w:val="21"/>
              <w:tabs>
                <w:tab w:val="left" w:pos="0"/>
              </w:tabs>
              <w:spacing w:before="0"/>
              <w:ind w:left="0" w:firstLine="709"/>
              <w:rPr>
                <w:b w:val="0"/>
                <w:sz w:val="28"/>
                <w:szCs w:val="28"/>
              </w:rPr>
            </w:pPr>
          </w:p>
          <w:p w:rsidR="00DF6508" w:rsidRDefault="00DF6508" w:rsidP="006368F9">
            <w:pPr>
              <w:pStyle w:val="BodyTextInden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Директор МБОУ СОШ им.А.И. Крушанова с.Михайловка   Михайловского</w:t>
            </w:r>
          </w:p>
          <w:p w:rsidR="00DF6508" w:rsidRDefault="00DF6508" w:rsidP="006368F9">
            <w:pPr>
              <w:pStyle w:val="BodyTextInden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муниципального района</w:t>
            </w:r>
          </w:p>
          <w:p w:rsidR="00DF6508" w:rsidRDefault="00DF6508">
            <w:pPr>
              <w:pStyle w:val="21"/>
              <w:tabs>
                <w:tab w:val="left" w:pos="0"/>
              </w:tabs>
              <w:jc w:val="left"/>
              <w:rPr>
                <w:b w:val="0"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</w:t>
            </w:r>
            <w:r>
              <w:rPr>
                <w:b w:val="0"/>
                <w:sz w:val="28"/>
                <w:szCs w:val="28"/>
              </w:rPr>
              <w:t xml:space="preserve">_______________   </w:t>
            </w:r>
            <w:r>
              <w:rPr>
                <w:b w:val="0"/>
                <w:sz w:val="28"/>
                <w:szCs w:val="28"/>
                <w:u w:val="single"/>
              </w:rPr>
              <w:t>В.Н. Петухова</w:t>
            </w:r>
          </w:p>
          <w:p w:rsidR="00DF6508" w:rsidRDefault="00DF6508">
            <w:pPr>
              <w:pStyle w:val="21"/>
              <w:tabs>
                <w:tab w:val="left" w:pos="0"/>
              </w:tabs>
              <w:spacing w:before="0"/>
              <w:ind w:left="0" w:firstLine="709"/>
              <w:rPr>
                <w:b w:val="0"/>
                <w:sz w:val="26"/>
              </w:rPr>
            </w:pPr>
            <w:r>
              <w:rPr>
                <w:b w:val="0"/>
                <w:sz w:val="26"/>
              </w:rPr>
              <w:t>(</w:t>
            </w:r>
            <w:r>
              <w:rPr>
                <w:b w:val="0"/>
                <w:sz w:val="18"/>
              </w:rPr>
              <w:t>личная подпись)              (инициалы, фамилия)</w:t>
            </w:r>
          </w:p>
          <w:p w:rsidR="00DF6508" w:rsidRDefault="00DF6508">
            <w:pPr>
              <w:pStyle w:val="21"/>
              <w:tabs>
                <w:tab w:val="left" w:pos="0"/>
              </w:tabs>
              <w:spacing w:before="0"/>
              <w:ind w:left="0" w:firstLine="709"/>
              <w:rPr>
                <w:sz w:val="26"/>
              </w:rPr>
            </w:pPr>
          </w:p>
        </w:tc>
      </w:tr>
    </w:tbl>
    <w:p w:rsidR="00DF6508" w:rsidRDefault="00DF6508" w:rsidP="00DD3A7D">
      <w:pPr>
        <w:jc w:val="center"/>
        <w:rPr>
          <w:b/>
          <w:sz w:val="28"/>
          <w:szCs w:val="28"/>
        </w:rPr>
      </w:pPr>
    </w:p>
    <w:p w:rsidR="00DF6508" w:rsidRDefault="00DF6508" w:rsidP="00DD3A7D">
      <w:pPr>
        <w:jc w:val="center"/>
        <w:rPr>
          <w:b/>
          <w:sz w:val="28"/>
          <w:szCs w:val="28"/>
        </w:rPr>
      </w:pPr>
    </w:p>
    <w:p w:rsidR="00DF6508" w:rsidRDefault="00DF6508" w:rsidP="00DD3A7D">
      <w:pPr>
        <w:jc w:val="center"/>
        <w:rPr>
          <w:b/>
          <w:sz w:val="28"/>
          <w:szCs w:val="28"/>
        </w:rPr>
      </w:pPr>
    </w:p>
    <w:p w:rsidR="00DF6508" w:rsidRPr="00DD3A7D" w:rsidRDefault="00DF6508" w:rsidP="00DD3A7D">
      <w:pPr>
        <w:jc w:val="center"/>
        <w:rPr>
          <w:b/>
          <w:sz w:val="28"/>
          <w:szCs w:val="28"/>
        </w:rPr>
      </w:pPr>
      <w:r w:rsidRPr="00DD3A7D">
        <w:rPr>
          <w:b/>
          <w:sz w:val="28"/>
          <w:szCs w:val="28"/>
        </w:rPr>
        <w:t xml:space="preserve">ОТЧЕТ </w:t>
      </w:r>
    </w:p>
    <w:p w:rsidR="00DF6508" w:rsidRPr="00DD3A7D" w:rsidRDefault="00DF6508" w:rsidP="00DD3A7D">
      <w:pPr>
        <w:jc w:val="center"/>
        <w:rPr>
          <w:b/>
          <w:sz w:val="28"/>
          <w:szCs w:val="28"/>
        </w:rPr>
      </w:pPr>
      <w:r w:rsidRPr="00DD3A7D">
        <w:rPr>
          <w:b/>
          <w:sz w:val="28"/>
          <w:szCs w:val="28"/>
        </w:rPr>
        <w:t xml:space="preserve">о результатах деятельности муниципального бюджетного учреждения </w:t>
      </w:r>
    </w:p>
    <w:p w:rsidR="00DF6508" w:rsidRDefault="00DF6508" w:rsidP="00DD3A7D">
      <w:pPr>
        <w:jc w:val="center"/>
        <w:rPr>
          <w:sz w:val="28"/>
          <w:szCs w:val="28"/>
          <w:u w:val="single"/>
        </w:rPr>
      </w:pPr>
      <w:r w:rsidRPr="0088503E">
        <w:rPr>
          <w:sz w:val="28"/>
          <w:szCs w:val="28"/>
          <w:u w:val="single"/>
        </w:rPr>
        <w:t xml:space="preserve">Муниципальное </w:t>
      </w:r>
      <w:r>
        <w:rPr>
          <w:sz w:val="28"/>
          <w:szCs w:val="28"/>
          <w:u w:val="single"/>
        </w:rPr>
        <w:t>бюджетное обще</w:t>
      </w:r>
      <w:r w:rsidRPr="0088503E">
        <w:rPr>
          <w:sz w:val="28"/>
          <w:szCs w:val="28"/>
          <w:u w:val="single"/>
        </w:rPr>
        <w:t xml:space="preserve">образовательное учреждение </w:t>
      </w:r>
      <w:r>
        <w:rPr>
          <w:sz w:val="28"/>
          <w:szCs w:val="28"/>
          <w:u w:val="single"/>
        </w:rPr>
        <w:t>«Средняя</w:t>
      </w:r>
    </w:p>
    <w:p w:rsidR="00DF6508" w:rsidRPr="00DD3A7D" w:rsidRDefault="00DF6508" w:rsidP="00DD3A7D">
      <w:pPr>
        <w:jc w:val="center"/>
        <w:rPr>
          <w:b/>
          <w:sz w:val="28"/>
          <w:szCs w:val="28"/>
        </w:rPr>
      </w:pPr>
      <w:r>
        <w:rPr>
          <w:sz w:val="28"/>
          <w:szCs w:val="28"/>
          <w:u w:val="single"/>
        </w:rPr>
        <w:t>общеобразовательная школа им.А.И. Крушанова с. Михайловка» ММР</w:t>
      </w:r>
    </w:p>
    <w:p w:rsidR="00DF6508" w:rsidRPr="00DD3A7D" w:rsidRDefault="00DF6508" w:rsidP="00DD3A7D">
      <w:pPr>
        <w:jc w:val="center"/>
        <w:rPr>
          <w:sz w:val="22"/>
          <w:szCs w:val="22"/>
        </w:rPr>
      </w:pPr>
      <w:r w:rsidRPr="00DD3A7D">
        <w:rPr>
          <w:sz w:val="22"/>
          <w:szCs w:val="22"/>
        </w:rPr>
        <w:t>(полное наименование учреждения)</w:t>
      </w:r>
    </w:p>
    <w:p w:rsidR="00DF6508" w:rsidRPr="00DD3A7D" w:rsidRDefault="00DF6508" w:rsidP="00DD3A7D">
      <w:pPr>
        <w:jc w:val="center"/>
        <w:rPr>
          <w:b/>
          <w:sz w:val="28"/>
          <w:szCs w:val="28"/>
        </w:rPr>
      </w:pPr>
      <w:r w:rsidRPr="00DD3A7D">
        <w:rPr>
          <w:b/>
          <w:sz w:val="28"/>
          <w:szCs w:val="28"/>
        </w:rPr>
        <w:t xml:space="preserve">и об использовании закрепленного за ним муниципального имущества </w:t>
      </w:r>
    </w:p>
    <w:p w:rsidR="00DF6508" w:rsidRPr="00DD3A7D" w:rsidRDefault="00DF6508" w:rsidP="00DD3A7D">
      <w:pPr>
        <w:jc w:val="center"/>
        <w:rPr>
          <w:b/>
          <w:sz w:val="28"/>
          <w:szCs w:val="28"/>
        </w:rPr>
      </w:pPr>
      <w:r w:rsidRPr="00DD3A7D">
        <w:rPr>
          <w:b/>
          <w:sz w:val="28"/>
          <w:szCs w:val="28"/>
        </w:rPr>
        <w:t xml:space="preserve">за </w:t>
      </w:r>
      <w:r>
        <w:rPr>
          <w:b/>
          <w:sz w:val="28"/>
          <w:szCs w:val="28"/>
        </w:rPr>
        <w:t xml:space="preserve"> 2015</w:t>
      </w:r>
      <w:r w:rsidRPr="00DD3A7D">
        <w:rPr>
          <w:b/>
          <w:sz w:val="28"/>
          <w:szCs w:val="28"/>
        </w:rPr>
        <w:t xml:space="preserve"> год. </w:t>
      </w:r>
    </w:p>
    <w:p w:rsidR="00DF6508" w:rsidRPr="00DD3A7D" w:rsidRDefault="00DF6508" w:rsidP="00DD3A7D">
      <w:pPr>
        <w:jc w:val="center"/>
        <w:rPr>
          <w:b/>
          <w:sz w:val="28"/>
          <w:szCs w:val="28"/>
        </w:rPr>
      </w:pPr>
    </w:p>
    <w:p w:rsidR="00DF6508" w:rsidRPr="00DD3A7D" w:rsidRDefault="00DF6508" w:rsidP="00DD3A7D">
      <w:pPr>
        <w:jc w:val="center"/>
        <w:rPr>
          <w:b/>
          <w:sz w:val="28"/>
          <w:szCs w:val="28"/>
        </w:rPr>
      </w:pPr>
      <w:r w:rsidRPr="00DD3A7D">
        <w:rPr>
          <w:b/>
          <w:sz w:val="28"/>
          <w:szCs w:val="28"/>
        </w:rPr>
        <w:t xml:space="preserve">Раздел 1. Общие сведения о муниципальном казенном (бюджетном) учреждении </w:t>
      </w:r>
    </w:p>
    <w:p w:rsidR="00DF6508" w:rsidRDefault="00DF6508" w:rsidP="00DD3A7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920"/>
        <w:gridCol w:w="3285"/>
      </w:tblGrid>
      <w:tr w:rsidR="00DF6508" w:rsidRPr="00395E97" w:rsidTr="00395E97">
        <w:tc>
          <w:tcPr>
            <w:tcW w:w="648" w:type="dxa"/>
          </w:tcPr>
          <w:p w:rsidR="00DF6508" w:rsidRPr="00395E97" w:rsidRDefault="00DF6508" w:rsidP="00395E97">
            <w:pPr>
              <w:jc w:val="center"/>
              <w:rPr>
                <w:b/>
                <w:sz w:val="28"/>
                <w:szCs w:val="28"/>
              </w:rPr>
            </w:pPr>
            <w:r w:rsidRPr="00395E97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920" w:type="dxa"/>
          </w:tcPr>
          <w:p w:rsidR="00DF6508" w:rsidRPr="00395E97" w:rsidRDefault="00DF6508" w:rsidP="00395E97">
            <w:pPr>
              <w:jc w:val="center"/>
              <w:rPr>
                <w:b/>
                <w:sz w:val="28"/>
                <w:szCs w:val="28"/>
              </w:rPr>
            </w:pPr>
            <w:r w:rsidRPr="00395E97">
              <w:rPr>
                <w:b/>
                <w:sz w:val="28"/>
                <w:szCs w:val="28"/>
              </w:rPr>
              <w:t xml:space="preserve">Показатель отчета </w:t>
            </w:r>
          </w:p>
        </w:tc>
        <w:tc>
          <w:tcPr>
            <w:tcW w:w="3285" w:type="dxa"/>
          </w:tcPr>
          <w:p w:rsidR="00DF6508" w:rsidRPr="00395E97" w:rsidRDefault="00DF6508" w:rsidP="00395E97">
            <w:pPr>
              <w:jc w:val="center"/>
              <w:rPr>
                <w:b/>
                <w:sz w:val="28"/>
                <w:szCs w:val="28"/>
              </w:rPr>
            </w:pPr>
            <w:r w:rsidRPr="00395E97">
              <w:rPr>
                <w:b/>
                <w:sz w:val="28"/>
                <w:szCs w:val="28"/>
              </w:rPr>
              <w:t xml:space="preserve">Сведения </w:t>
            </w:r>
          </w:p>
        </w:tc>
      </w:tr>
      <w:tr w:rsidR="00DF6508" w:rsidRPr="00395E97" w:rsidTr="00395E97">
        <w:tc>
          <w:tcPr>
            <w:tcW w:w="648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1.</w:t>
            </w:r>
          </w:p>
        </w:tc>
        <w:tc>
          <w:tcPr>
            <w:tcW w:w="5920" w:type="dxa"/>
          </w:tcPr>
          <w:p w:rsidR="00DF6508" w:rsidRPr="00395E97" w:rsidRDefault="00DF6508" w:rsidP="00DD3A7D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Полное наименование учреждения </w:t>
            </w:r>
          </w:p>
        </w:tc>
        <w:tc>
          <w:tcPr>
            <w:tcW w:w="3285" w:type="dxa"/>
          </w:tcPr>
          <w:p w:rsidR="00DF6508" w:rsidRPr="00117D43" w:rsidRDefault="00DF6508" w:rsidP="00117D43">
            <w:pPr>
              <w:jc w:val="both"/>
              <w:rPr>
                <w:sz w:val="28"/>
                <w:szCs w:val="28"/>
              </w:rPr>
            </w:pPr>
            <w:r w:rsidRPr="00117D43">
              <w:rPr>
                <w:sz w:val="28"/>
                <w:szCs w:val="28"/>
              </w:rPr>
              <w:t xml:space="preserve">Муниципальное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117D43">
              <w:rPr>
                <w:sz w:val="28"/>
                <w:szCs w:val="28"/>
              </w:rPr>
              <w:t xml:space="preserve">общеобразовательное  учреждение </w:t>
            </w:r>
            <w:r>
              <w:rPr>
                <w:sz w:val="28"/>
                <w:szCs w:val="28"/>
              </w:rPr>
              <w:t>«С</w:t>
            </w:r>
            <w:r w:rsidRPr="00117D43">
              <w:rPr>
                <w:sz w:val="28"/>
                <w:szCs w:val="28"/>
              </w:rPr>
              <w:t>редняя</w:t>
            </w:r>
          </w:p>
          <w:p w:rsidR="00DF6508" w:rsidRPr="00395E97" w:rsidRDefault="00DF6508" w:rsidP="00DD2DBF">
            <w:pPr>
              <w:jc w:val="both"/>
              <w:rPr>
                <w:sz w:val="28"/>
                <w:szCs w:val="28"/>
              </w:rPr>
            </w:pPr>
            <w:r w:rsidRPr="00117D43">
              <w:rPr>
                <w:sz w:val="28"/>
                <w:szCs w:val="28"/>
              </w:rPr>
              <w:t>общеобразовательная школа</w:t>
            </w:r>
            <w:r>
              <w:rPr>
                <w:sz w:val="28"/>
                <w:szCs w:val="28"/>
              </w:rPr>
              <w:t xml:space="preserve"> им.А.И. Крушанова с.Михайловка»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Pr="00395E97">
              <w:rPr>
                <w:sz w:val="28"/>
                <w:szCs w:val="28"/>
              </w:rPr>
              <w:t>Михайловского муниципального района</w:t>
            </w:r>
          </w:p>
        </w:tc>
      </w:tr>
      <w:tr w:rsidR="00DF6508" w:rsidRPr="00395E97" w:rsidTr="00395E97">
        <w:tc>
          <w:tcPr>
            <w:tcW w:w="648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2.</w:t>
            </w:r>
          </w:p>
        </w:tc>
        <w:tc>
          <w:tcPr>
            <w:tcW w:w="5920" w:type="dxa"/>
          </w:tcPr>
          <w:p w:rsidR="00DF6508" w:rsidRPr="00395E97" w:rsidRDefault="00DF6508" w:rsidP="00DD3A7D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Сокращенное наименование учреждения </w:t>
            </w:r>
          </w:p>
        </w:tc>
        <w:tc>
          <w:tcPr>
            <w:tcW w:w="3285" w:type="dxa"/>
          </w:tcPr>
          <w:p w:rsidR="00DF6508" w:rsidRPr="00395E97" w:rsidRDefault="00DF6508" w:rsidP="00DD2DBF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МБ</w:t>
            </w:r>
            <w:r>
              <w:rPr>
                <w:sz w:val="28"/>
                <w:szCs w:val="28"/>
              </w:rPr>
              <w:t>О</w:t>
            </w:r>
            <w:r w:rsidRPr="00395E97">
              <w:rPr>
                <w:sz w:val="28"/>
                <w:szCs w:val="28"/>
              </w:rPr>
              <w:t>У СОШ</w:t>
            </w:r>
            <w:r>
              <w:rPr>
                <w:sz w:val="28"/>
                <w:szCs w:val="28"/>
              </w:rPr>
              <w:t xml:space="preserve"> им.А.И. Крушанова с.Михайловка</w:t>
            </w:r>
            <w:r w:rsidRPr="00395E97"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DF6508" w:rsidRPr="00395E97" w:rsidTr="00395E97">
        <w:tc>
          <w:tcPr>
            <w:tcW w:w="648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3.</w:t>
            </w:r>
          </w:p>
        </w:tc>
        <w:tc>
          <w:tcPr>
            <w:tcW w:w="5920" w:type="dxa"/>
          </w:tcPr>
          <w:p w:rsidR="00DF6508" w:rsidRPr="00395E97" w:rsidRDefault="00DF6508" w:rsidP="00DD3A7D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Почтовый адрес учреждения </w:t>
            </w:r>
          </w:p>
        </w:tc>
        <w:tc>
          <w:tcPr>
            <w:tcW w:w="3285" w:type="dxa"/>
          </w:tcPr>
          <w:p w:rsidR="00DF6508" w:rsidRDefault="00DF6508" w:rsidP="00DD2D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692651</w:t>
            </w:r>
            <w:r w:rsidRPr="00395E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DF6508" w:rsidRDefault="00DF6508" w:rsidP="00DD2D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с.Михайловка</w:t>
            </w:r>
          </w:p>
          <w:p w:rsidR="00DF6508" w:rsidRPr="00395E97" w:rsidRDefault="00DF6508" w:rsidP="00DD2D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Красноармейская,33</w:t>
            </w:r>
          </w:p>
        </w:tc>
      </w:tr>
      <w:tr w:rsidR="00DF6508" w:rsidRPr="00395E97" w:rsidTr="00395E97">
        <w:tc>
          <w:tcPr>
            <w:tcW w:w="648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4.</w:t>
            </w:r>
          </w:p>
        </w:tc>
        <w:tc>
          <w:tcPr>
            <w:tcW w:w="5920" w:type="dxa"/>
          </w:tcPr>
          <w:p w:rsidR="00DF6508" w:rsidRPr="00395E97" w:rsidRDefault="00DF6508" w:rsidP="00DD3A7D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Перечень видов деятельности, которые учреждения вправе осуществлять в соответствии с его учредительными документами: </w:t>
            </w:r>
          </w:p>
        </w:tc>
        <w:tc>
          <w:tcPr>
            <w:tcW w:w="3285" w:type="dxa"/>
          </w:tcPr>
          <w:p w:rsidR="00DF6508" w:rsidRDefault="00DF6508" w:rsidP="00291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1.Основная образовательная деятельность:</w:t>
            </w:r>
          </w:p>
          <w:p w:rsidR="00DF6508" w:rsidRDefault="00DF6508" w:rsidP="00371D7F">
            <w:r w:rsidRPr="0029112B">
              <w:t xml:space="preserve">а) начальное образование </w:t>
            </w:r>
          </w:p>
          <w:p w:rsidR="00DF6508" w:rsidRDefault="00DF6508" w:rsidP="0029112B">
            <w:r>
              <w:t>б) основное общее образование</w:t>
            </w:r>
          </w:p>
          <w:p w:rsidR="00DF6508" w:rsidRDefault="00DF6508" w:rsidP="0029112B">
            <w:r>
              <w:t>в)среднее (полное) общее образование</w:t>
            </w:r>
          </w:p>
          <w:p w:rsidR="00DF6508" w:rsidRDefault="00DF6508" w:rsidP="0029112B">
            <w:r>
              <w:t xml:space="preserve">2. </w:t>
            </w:r>
            <w:r w:rsidRPr="00371D7F">
              <w:rPr>
                <w:sz w:val="28"/>
                <w:szCs w:val="28"/>
              </w:rPr>
              <w:t>Оказание платных дополнительных образовательных услуг</w:t>
            </w:r>
            <w:r>
              <w:t>.</w:t>
            </w:r>
          </w:p>
          <w:p w:rsidR="00DF6508" w:rsidRPr="00371D7F" w:rsidRDefault="00DF6508" w:rsidP="0029112B">
            <w:pPr>
              <w:rPr>
                <w:sz w:val="28"/>
                <w:szCs w:val="28"/>
              </w:rPr>
            </w:pPr>
            <w:r w:rsidRPr="00371D7F">
              <w:rPr>
                <w:sz w:val="28"/>
                <w:szCs w:val="28"/>
              </w:rPr>
              <w:t>3. Приносящая доход деятельность</w:t>
            </w:r>
          </w:p>
          <w:p w:rsidR="00DF6508" w:rsidRPr="00E52B52" w:rsidRDefault="00DF6508" w:rsidP="001F09B9"/>
          <w:p w:rsidR="00DF6508" w:rsidRPr="00395E97" w:rsidRDefault="00DF6508" w:rsidP="001F09B9">
            <w:pPr>
              <w:rPr>
                <w:sz w:val="28"/>
                <w:szCs w:val="28"/>
              </w:rPr>
            </w:pPr>
          </w:p>
        </w:tc>
      </w:tr>
      <w:tr w:rsidR="00DF6508" w:rsidRPr="00395E97" w:rsidTr="00395E97">
        <w:tc>
          <w:tcPr>
            <w:tcW w:w="648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5.</w:t>
            </w:r>
          </w:p>
        </w:tc>
        <w:tc>
          <w:tcPr>
            <w:tcW w:w="5920" w:type="dxa"/>
          </w:tcPr>
          <w:p w:rsidR="00DF6508" w:rsidRPr="00395E97" w:rsidRDefault="00DF6508" w:rsidP="00DD3A7D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Перечень услуг (работ), которые оказываются за плату, в случаях, предусмотренных нормативными правовыми актами</w:t>
            </w:r>
          </w:p>
        </w:tc>
        <w:tc>
          <w:tcPr>
            <w:tcW w:w="3285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Родительская плата за организацию питания</w:t>
            </w:r>
          </w:p>
        </w:tc>
      </w:tr>
      <w:tr w:rsidR="00DF6508" w:rsidRPr="00395E97" w:rsidTr="00395E97">
        <w:tc>
          <w:tcPr>
            <w:tcW w:w="648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6.</w:t>
            </w:r>
          </w:p>
        </w:tc>
        <w:tc>
          <w:tcPr>
            <w:tcW w:w="5920" w:type="dxa"/>
          </w:tcPr>
          <w:p w:rsidR="00DF6508" w:rsidRPr="00395E97" w:rsidRDefault="00DF6508" w:rsidP="00DD3A7D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Перечень и реквизиты разрешительных документов (с указанием номеров, даты выдачи и срока действия), на основании которых учреждение осуществляет деятельность</w:t>
            </w:r>
          </w:p>
        </w:tc>
        <w:tc>
          <w:tcPr>
            <w:tcW w:w="3285" w:type="dxa"/>
          </w:tcPr>
          <w:p w:rsidR="00DF6508" w:rsidRDefault="00DF6508" w:rsidP="007D640C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Лицензия на право ведения образовательной деятельности № </w:t>
            </w:r>
            <w:r>
              <w:rPr>
                <w:sz w:val="28"/>
                <w:szCs w:val="28"/>
              </w:rPr>
              <w:t>132</w:t>
            </w:r>
            <w:r w:rsidRPr="00395E97">
              <w:rPr>
                <w:sz w:val="28"/>
                <w:szCs w:val="28"/>
              </w:rPr>
              <w:t xml:space="preserve"> от</w:t>
            </w:r>
          </w:p>
          <w:p w:rsidR="00DF6508" w:rsidRPr="00395E97" w:rsidRDefault="00DF6508" w:rsidP="007D64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395E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</w:t>
            </w:r>
            <w:r w:rsidRPr="00395E9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395E9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05</w:t>
            </w:r>
            <w:r w:rsidRPr="00395E97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5</w:t>
            </w:r>
            <w:r w:rsidRPr="00395E97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DF6508" w:rsidRPr="00395E97" w:rsidTr="00395E97">
        <w:tc>
          <w:tcPr>
            <w:tcW w:w="648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7.</w:t>
            </w:r>
          </w:p>
        </w:tc>
        <w:tc>
          <w:tcPr>
            <w:tcW w:w="5920" w:type="dxa"/>
          </w:tcPr>
          <w:p w:rsidR="00DF6508" w:rsidRPr="00395E97" w:rsidRDefault="00DF6508" w:rsidP="00DD3A7D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Количество штатных единиц учреждения, на начало отчетного года (единиц)</w:t>
            </w:r>
          </w:p>
        </w:tc>
        <w:tc>
          <w:tcPr>
            <w:tcW w:w="3285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145,46</w:t>
            </w:r>
          </w:p>
        </w:tc>
      </w:tr>
      <w:tr w:rsidR="00DF6508" w:rsidRPr="00395E97" w:rsidTr="00395E97">
        <w:tc>
          <w:tcPr>
            <w:tcW w:w="648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8.</w:t>
            </w:r>
          </w:p>
        </w:tc>
        <w:tc>
          <w:tcPr>
            <w:tcW w:w="5920" w:type="dxa"/>
          </w:tcPr>
          <w:p w:rsidR="00DF6508" w:rsidRPr="00395E97" w:rsidRDefault="00DF6508" w:rsidP="00DD3A7D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Количество штатных единиц учреждения, на конец отчетного года (единиц)</w:t>
            </w:r>
          </w:p>
        </w:tc>
        <w:tc>
          <w:tcPr>
            <w:tcW w:w="3285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149,38</w:t>
            </w:r>
          </w:p>
        </w:tc>
      </w:tr>
      <w:tr w:rsidR="00DF6508" w:rsidRPr="00395E97" w:rsidTr="00395E97">
        <w:tc>
          <w:tcPr>
            <w:tcW w:w="648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9.</w:t>
            </w:r>
          </w:p>
        </w:tc>
        <w:tc>
          <w:tcPr>
            <w:tcW w:w="5920" w:type="dxa"/>
          </w:tcPr>
          <w:p w:rsidR="00DF6508" w:rsidRPr="00395E97" w:rsidRDefault="00DF6508" w:rsidP="00DD3A7D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Среднегодовая численность работников учреждения (единиц)</w:t>
            </w:r>
          </w:p>
        </w:tc>
        <w:tc>
          <w:tcPr>
            <w:tcW w:w="3285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</w:tr>
      <w:tr w:rsidR="00DF6508" w:rsidRPr="00395E97" w:rsidTr="00395E97">
        <w:tc>
          <w:tcPr>
            <w:tcW w:w="648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10.</w:t>
            </w:r>
          </w:p>
        </w:tc>
        <w:tc>
          <w:tcPr>
            <w:tcW w:w="5920" w:type="dxa"/>
          </w:tcPr>
          <w:p w:rsidR="00DF6508" w:rsidRPr="00395E97" w:rsidRDefault="00DF6508" w:rsidP="00DD3A7D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Средняя заработная плата работников учреждения (рублей)</w:t>
            </w:r>
          </w:p>
        </w:tc>
        <w:tc>
          <w:tcPr>
            <w:tcW w:w="3285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31 817,00</w:t>
            </w:r>
          </w:p>
        </w:tc>
      </w:tr>
      <w:tr w:rsidR="00DF6508" w:rsidRPr="00395E97" w:rsidTr="00395E97">
        <w:tc>
          <w:tcPr>
            <w:tcW w:w="648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11.</w:t>
            </w:r>
          </w:p>
        </w:tc>
        <w:tc>
          <w:tcPr>
            <w:tcW w:w="5920" w:type="dxa"/>
          </w:tcPr>
          <w:p w:rsidR="00DF6508" w:rsidRPr="00395E97" w:rsidRDefault="00DF6508" w:rsidP="00DD3A7D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Квалификация сотрудников учреждения на начало отчетного года</w:t>
            </w:r>
          </w:p>
        </w:tc>
        <w:tc>
          <w:tcPr>
            <w:tcW w:w="3285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DF6508" w:rsidRPr="00395E97" w:rsidTr="00395E97">
        <w:tc>
          <w:tcPr>
            <w:tcW w:w="648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12.</w:t>
            </w:r>
          </w:p>
        </w:tc>
        <w:tc>
          <w:tcPr>
            <w:tcW w:w="5920" w:type="dxa"/>
          </w:tcPr>
          <w:p w:rsidR="00DF6508" w:rsidRPr="00395E97" w:rsidRDefault="00DF6508" w:rsidP="00DD3A7D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Квалификация сотрудников учреждения на конец отчетного года </w:t>
            </w:r>
          </w:p>
        </w:tc>
        <w:tc>
          <w:tcPr>
            <w:tcW w:w="3285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</w:tr>
      <w:tr w:rsidR="00DF6508" w:rsidRPr="00395E97" w:rsidTr="00395E97">
        <w:tc>
          <w:tcPr>
            <w:tcW w:w="648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13.</w:t>
            </w:r>
          </w:p>
        </w:tc>
        <w:tc>
          <w:tcPr>
            <w:tcW w:w="9205" w:type="dxa"/>
            <w:gridSpan w:val="2"/>
          </w:tcPr>
          <w:p w:rsidR="00DF6508" w:rsidRDefault="00DF6508" w:rsidP="000F37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причинах, приведших к изменению количества штатных единиц на конец отчетного периода:</w:t>
            </w:r>
          </w:p>
          <w:p w:rsidR="00DF6508" w:rsidRPr="00395E97" w:rsidRDefault="00DF6508" w:rsidP="000F37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- изменение учебного плана</w:t>
            </w:r>
          </w:p>
        </w:tc>
      </w:tr>
    </w:tbl>
    <w:p w:rsidR="00DF6508" w:rsidRDefault="00DF6508" w:rsidP="00DD3A7D">
      <w:pPr>
        <w:jc w:val="center"/>
        <w:rPr>
          <w:sz w:val="28"/>
          <w:szCs w:val="28"/>
        </w:rPr>
      </w:pPr>
    </w:p>
    <w:p w:rsidR="00DF6508" w:rsidRPr="00DD3A7D" w:rsidRDefault="00DF6508" w:rsidP="00A62DE5">
      <w:pPr>
        <w:jc w:val="center"/>
        <w:rPr>
          <w:b/>
          <w:sz w:val="28"/>
          <w:szCs w:val="28"/>
        </w:rPr>
      </w:pPr>
      <w:r w:rsidRPr="00DD3A7D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2</w:t>
      </w:r>
      <w:r w:rsidRPr="00DD3A7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Результаты деятельности учреждения</w:t>
      </w:r>
      <w:r w:rsidRPr="00DD3A7D">
        <w:rPr>
          <w:b/>
          <w:sz w:val="28"/>
          <w:szCs w:val="28"/>
        </w:rPr>
        <w:t xml:space="preserve"> </w:t>
      </w:r>
    </w:p>
    <w:p w:rsidR="00DF6508" w:rsidRDefault="00DF6508" w:rsidP="00DD3A7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4783"/>
        <w:gridCol w:w="1053"/>
        <w:gridCol w:w="1686"/>
        <w:gridCol w:w="1686"/>
      </w:tblGrid>
      <w:tr w:rsidR="00DF6508" w:rsidRPr="00395E97" w:rsidTr="00C670BA">
        <w:tc>
          <w:tcPr>
            <w:tcW w:w="645" w:type="dxa"/>
          </w:tcPr>
          <w:p w:rsidR="00DF6508" w:rsidRPr="00395E97" w:rsidRDefault="00DF6508" w:rsidP="00395E97">
            <w:pPr>
              <w:jc w:val="center"/>
              <w:rPr>
                <w:b/>
                <w:sz w:val="28"/>
                <w:szCs w:val="28"/>
              </w:rPr>
            </w:pPr>
            <w:r w:rsidRPr="00395E97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836" w:type="dxa"/>
            <w:gridSpan w:val="2"/>
          </w:tcPr>
          <w:p w:rsidR="00DF6508" w:rsidRPr="00395E97" w:rsidRDefault="00DF6508" w:rsidP="00395E97">
            <w:pPr>
              <w:jc w:val="center"/>
              <w:rPr>
                <w:b/>
                <w:sz w:val="28"/>
                <w:szCs w:val="28"/>
              </w:rPr>
            </w:pPr>
            <w:r w:rsidRPr="00395E97">
              <w:rPr>
                <w:b/>
                <w:sz w:val="28"/>
                <w:szCs w:val="28"/>
              </w:rPr>
              <w:t xml:space="preserve">Показатель отчета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b/>
                <w:sz w:val="28"/>
                <w:szCs w:val="28"/>
              </w:rPr>
            </w:pPr>
            <w:r w:rsidRPr="00395E97">
              <w:rPr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b/>
                <w:sz w:val="28"/>
                <w:szCs w:val="28"/>
              </w:rPr>
            </w:pPr>
            <w:r w:rsidRPr="00395E97">
              <w:rPr>
                <w:b/>
                <w:sz w:val="28"/>
                <w:szCs w:val="28"/>
              </w:rPr>
              <w:t xml:space="preserve">Отчетный год </w:t>
            </w:r>
          </w:p>
        </w:tc>
      </w:tr>
      <w:tr w:rsidR="00DF6508" w:rsidRPr="00395E97" w:rsidTr="00C670BA">
        <w:tc>
          <w:tcPr>
            <w:tcW w:w="645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1.</w:t>
            </w: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Изменение (увеличение, уменьшение) балансовой (остаточной стоимости нефинансовых активов относительно предыдущего отчетного года)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6236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1,91(-8,66)</w:t>
            </w:r>
          </w:p>
        </w:tc>
      </w:tr>
      <w:tr w:rsidR="00DF6508" w:rsidRPr="00395E97" w:rsidTr="00C670BA">
        <w:tc>
          <w:tcPr>
            <w:tcW w:w="645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2.</w:t>
            </w: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-</w:t>
            </w:r>
          </w:p>
        </w:tc>
      </w:tr>
      <w:tr w:rsidR="00DF6508" w:rsidRPr="00395E97" w:rsidTr="00C670BA">
        <w:tc>
          <w:tcPr>
            <w:tcW w:w="645" w:type="dxa"/>
            <w:vMerge w:val="restart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3.</w:t>
            </w: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Изменения (увеличения, уменьшения) дебиторской задолженности относительно предыдущего отчетного года: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F137F2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в разделе поступлений: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F137F2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1. Бюджетные ассигнования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F137F2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2. Субсидии на выполнение муниципального задания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F137F2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3. Целевые субсидии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F137F2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4. Бюджетные инвестиции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F137F2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5. Поступления от оказания учреждением  платных услуг (выполнения работ)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F137F2" w:rsidRDefault="00DF6508" w:rsidP="00395E97">
            <w:pPr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6. Поступлений от реализации ценных бумаг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F137F2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в разрезе выплат: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F137F2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1. Оплата труда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F137F2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2. Начисления на выплаты по оплате труда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F137F2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3. Услуги связи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F137F2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4. Транспортные услуги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F137F2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5. Коммунальные услуги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F137F2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6. Арендная плата за пользование имуществом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7. Услуги по содержанию имущества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8. Прочие услуги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9. Пособия по социальной помощи населению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10. Приобретение основных средств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11. Приобретение нематериальных активов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12. Приобретение материальных запасов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13. Приобретение ценных бумаг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14. Прочие расходы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 w:val="restart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Изменения (увеличение, уменьшение) кредиторской задолженности относительно предыдущего отчетного года: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-24,86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В разделе поступлений: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1.  Бюджетные ассигнования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2. Субсидии на выполнение муниципального задания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-24,86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3. Целевые субсидии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4. Бюджетные инвестиции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5. Поступления от оказания учреждением платных услуг (выполнения работ)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6. Поступлений от реализации ценных бумаг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В разрезе выплат: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1. Оплата труда</w:t>
            </w:r>
          </w:p>
        </w:tc>
        <w:tc>
          <w:tcPr>
            <w:tcW w:w="1686" w:type="dxa"/>
          </w:tcPr>
          <w:p w:rsidR="00DF6508" w:rsidRDefault="00DF6508" w:rsidP="00F137F2">
            <w:pPr>
              <w:jc w:val="center"/>
            </w:pPr>
            <w:r w:rsidRPr="00FC0C29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2. Начисления на выплаты по оплате труда</w:t>
            </w:r>
          </w:p>
        </w:tc>
        <w:tc>
          <w:tcPr>
            <w:tcW w:w="1686" w:type="dxa"/>
          </w:tcPr>
          <w:p w:rsidR="00DF6508" w:rsidRDefault="00DF6508" w:rsidP="00F137F2">
            <w:pPr>
              <w:jc w:val="center"/>
            </w:pPr>
            <w:r w:rsidRPr="00FC0C29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-93,05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3. Услуги связи</w:t>
            </w:r>
          </w:p>
        </w:tc>
        <w:tc>
          <w:tcPr>
            <w:tcW w:w="1686" w:type="dxa"/>
          </w:tcPr>
          <w:p w:rsidR="00DF6508" w:rsidRDefault="00DF6508" w:rsidP="00F137F2">
            <w:pPr>
              <w:jc w:val="center"/>
            </w:pPr>
            <w:r w:rsidRPr="00FC0C29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4. Транспортные услуги</w:t>
            </w:r>
          </w:p>
        </w:tc>
        <w:tc>
          <w:tcPr>
            <w:tcW w:w="1686" w:type="dxa"/>
          </w:tcPr>
          <w:p w:rsidR="00DF6508" w:rsidRDefault="00DF6508" w:rsidP="00F137F2">
            <w:pPr>
              <w:jc w:val="center"/>
            </w:pPr>
            <w:r w:rsidRPr="00FC0C29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0B27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-42,78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5. Коммунальные услуги</w:t>
            </w:r>
          </w:p>
        </w:tc>
        <w:tc>
          <w:tcPr>
            <w:tcW w:w="1686" w:type="dxa"/>
          </w:tcPr>
          <w:p w:rsidR="00DF6508" w:rsidRDefault="00DF6508" w:rsidP="00F137F2">
            <w:pPr>
              <w:jc w:val="center"/>
            </w:pPr>
            <w:r w:rsidRPr="00A85C44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10,94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6. Арендная плата за пользование имуществом </w:t>
            </w:r>
          </w:p>
        </w:tc>
        <w:tc>
          <w:tcPr>
            <w:tcW w:w="1686" w:type="dxa"/>
          </w:tcPr>
          <w:p w:rsidR="00DF6508" w:rsidRDefault="00DF6508" w:rsidP="00F137F2">
            <w:pPr>
              <w:jc w:val="center"/>
            </w:pPr>
            <w:r w:rsidRPr="00A85C44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33,33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7. Услуги по содержанию имущества </w:t>
            </w:r>
          </w:p>
        </w:tc>
        <w:tc>
          <w:tcPr>
            <w:tcW w:w="1686" w:type="dxa"/>
          </w:tcPr>
          <w:p w:rsidR="00DF6508" w:rsidRDefault="00DF6508" w:rsidP="00F137F2">
            <w:pPr>
              <w:jc w:val="center"/>
            </w:pPr>
            <w:r w:rsidRPr="00A85C44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159,85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8. Прочие услуги </w:t>
            </w:r>
          </w:p>
        </w:tc>
        <w:tc>
          <w:tcPr>
            <w:tcW w:w="1686" w:type="dxa"/>
          </w:tcPr>
          <w:p w:rsidR="00DF6508" w:rsidRDefault="00DF6508" w:rsidP="00F137F2">
            <w:pPr>
              <w:jc w:val="center"/>
            </w:pPr>
            <w:r w:rsidRPr="00A85C44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15,28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9. Пособия по социальной помощи населению </w:t>
            </w:r>
          </w:p>
        </w:tc>
        <w:tc>
          <w:tcPr>
            <w:tcW w:w="1686" w:type="dxa"/>
          </w:tcPr>
          <w:p w:rsidR="00DF6508" w:rsidRDefault="00DF6508" w:rsidP="00F137F2">
            <w:pPr>
              <w:jc w:val="center"/>
            </w:pPr>
            <w:r w:rsidRPr="00A85C44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10. Приобретение основных средств </w:t>
            </w:r>
          </w:p>
        </w:tc>
        <w:tc>
          <w:tcPr>
            <w:tcW w:w="1686" w:type="dxa"/>
          </w:tcPr>
          <w:p w:rsidR="00DF6508" w:rsidRDefault="00DF6508" w:rsidP="00F137F2">
            <w:pPr>
              <w:jc w:val="center"/>
            </w:pPr>
            <w:r w:rsidRPr="00A85C44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11. Приобретение нематериальных активов</w:t>
            </w:r>
          </w:p>
        </w:tc>
        <w:tc>
          <w:tcPr>
            <w:tcW w:w="1686" w:type="dxa"/>
          </w:tcPr>
          <w:p w:rsidR="00DF6508" w:rsidRDefault="00DF6508" w:rsidP="00F137F2">
            <w:pPr>
              <w:jc w:val="center"/>
            </w:pPr>
            <w:r w:rsidRPr="00A85C44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12. Приобретение материальных запасов </w:t>
            </w:r>
          </w:p>
        </w:tc>
        <w:tc>
          <w:tcPr>
            <w:tcW w:w="1686" w:type="dxa"/>
          </w:tcPr>
          <w:p w:rsidR="00DF6508" w:rsidRDefault="00DF6508" w:rsidP="00F137F2">
            <w:pPr>
              <w:jc w:val="center"/>
            </w:pPr>
            <w:r w:rsidRPr="00A85C44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112,03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13. Приобретение ценных бумаг</w:t>
            </w:r>
          </w:p>
        </w:tc>
        <w:tc>
          <w:tcPr>
            <w:tcW w:w="1686" w:type="dxa"/>
          </w:tcPr>
          <w:p w:rsidR="00DF6508" w:rsidRDefault="00DF6508" w:rsidP="00F137F2">
            <w:pPr>
              <w:jc w:val="center"/>
            </w:pPr>
            <w:r w:rsidRPr="00A85C44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14. Прочие расходы </w:t>
            </w:r>
          </w:p>
        </w:tc>
        <w:tc>
          <w:tcPr>
            <w:tcW w:w="1686" w:type="dxa"/>
          </w:tcPr>
          <w:p w:rsidR="00DF6508" w:rsidRDefault="00DF6508" w:rsidP="00F137F2">
            <w:pPr>
              <w:jc w:val="center"/>
            </w:pPr>
            <w:r w:rsidRPr="00A85C44">
              <w:rPr>
                <w:sz w:val="28"/>
                <w:szCs w:val="28"/>
              </w:rPr>
              <w:t>%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15,93</w:t>
            </w:r>
          </w:p>
        </w:tc>
      </w:tr>
      <w:tr w:rsidR="00DF6508" w:rsidRPr="00395E97" w:rsidTr="00C670BA">
        <w:tc>
          <w:tcPr>
            <w:tcW w:w="645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5. </w:t>
            </w: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Доходы, полученные учреждением от оказания платных услуг (выполнения работ)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Руб.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1447529,69</w:t>
            </w:r>
          </w:p>
        </w:tc>
      </w:tr>
      <w:tr w:rsidR="00DF6508" w:rsidRPr="00395E97" w:rsidTr="00C670BA">
        <w:tc>
          <w:tcPr>
            <w:tcW w:w="645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6. </w:t>
            </w: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Цены (тарифы) на платные услуги (работы) оказываемые потребителям (в динамике в течение отчетного периода)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руб.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 w:val="restart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7.</w:t>
            </w: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Общее количество потребителей, воспользовавшихся услугами (работами) учреждения, в том числе: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человек </w:t>
            </w:r>
          </w:p>
        </w:tc>
        <w:tc>
          <w:tcPr>
            <w:tcW w:w="1686" w:type="dxa"/>
          </w:tcPr>
          <w:p w:rsidR="00DF6508" w:rsidRPr="003C5B4A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бесплатными, в том числе по видам услуг (работ):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Организация и предоставление общедоступного и бесплатного дошкольного образования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человек</w:t>
            </w:r>
          </w:p>
        </w:tc>
        <w:tc>
          <w:tcPr>
            <w:tcW w:w="1686" w:type="dxa"/>
          </w:tcPr>
          <w:p w:rsidR="00DF6508" w:rsidRPr="003C5B4A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платными услугами, в том числе по видам услуг (работ):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Родительская плата на  организацию питания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частично платными услугами, в том числе по видам услуг (работ):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 w:val="restart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8. </w:t>
            </w: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Доведенные учреждению лимиты бюджетных обязательств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руб.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в том числе: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1. Заработная плата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2. Прочие выплаты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3. Начисления на выплату по оплате труда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4. Оплата работ, услуг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5. Услуги связи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6. Транспортные услуги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7. Коммунальные услуги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8. Арендная плата за пользование имуществом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9. Работы, услуги по содержанию имущества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10. Прочие работы, услуги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11. Увеличение стоимости основных средств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12. Увеличение стоимости материальных запасов.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 w:val="restart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9. </w:t>
            </w: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Кассовое использование бюджетной сметы в разрезе показателей, предусмотренных сметой учреждения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руб.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в том числе: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1. Заработная плата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2. Прочие выплаты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3. Начисления на выплату по оплате труда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4. Оплата работ, услуг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5. Услуги связи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6. Транспортные услуги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7. Коммунальные услуги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8. Арендная плата за использование имуществом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9. Работы, услуги по содержанию имущества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10. Прочие работы, услуги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11. Увеличение стоимости основных средств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12. Увеличение стоимости материальных запасов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10.</w:t>
            </w:r>
          </w:p>
        </w:tc>
        <w:tc>
          <w:tcPr>
            <w:tcW w:w="5836" w:type="dxa"/>
            <w:gridSpan w:val="2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Количество жалоб потребителей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штук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F6508" w:rsidRPr="00395E97" w:rsidTr="00C670BA">
        <w:tc>
          <w:tcPr>
            <w:tcW w:w="645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11.</w:t>
            </w:r>
          </w:p>
        </w:tc>
        <w:tc>
          <w:tcPr>
            <w:tcW w:w="9208" w:type="dxa"/>
            <w:gridSpan w:val="4"/>
          </w:tcPr>
          <w:p w:rsidR="00DF6508" w:rsidRPr="00395E97" w:rsidRDefault="00DF6508" w:rsidP="00C31BE0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Информация о принятых мерах по результатам рассмотрения жалоб потребителей </w:t>
            </w:r>
          </w:p>
        </w:tc>
      </w:tr>
      <w:tr w:rsidR="00DF6508" w:rsidRPr="00395E97" w:rsidTr="00C670BA">
        <w:tc>
          <w:tcPr>
            <w:tcW w:w="645" w:type="dxa"/>
            <w:vMerge w:val="restart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12.</w:t>
            </w: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Поступления, предусмотренные планом финансово-хозяйственной деятельности учреждения: 2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рублей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Плановые суммы 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Кассовые суммы 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В разделе поступлений: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11030C" w:rsidRDefault="00DF6508" w:rsidP="00E328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73763981,38</w:t>
            </w:r>
          </w:p>
        </w:tc>
        <w:tc>
          <w:tcPr>
            <w:tcW w:w="1686" w:type="dxa"/>
          </w:tcPr>
          <w:p w:rsidR="00DF6508" w:rsidRPr="0011030C" w:rsidRDefault="00DF6508" w:rsidP="00E328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73274971,22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1. Бюджетные ассигнования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2. Субсидии на выполнение муниципального задания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70908128,67</w:t>
            </w:r>
          </w:p>
        </w:tc>
        <w:tc>
          <w:tcPr>
            <w:tcW w:w="1686" w:type="dxa"/>
          </w:tcPr>
          <w:p w:rsidR="00DF6508" w:rsidRPr="00395E97" w:rsidRDefault="00DF6508" w:rsidP="00E328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70426588,82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3. Целевые субсидии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1400852,71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1400852,71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4. Бюджетные инвестиции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5. Поступления от оказания учреждением платных услуг (выполнения работ)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1455000,00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1447529,69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6. Поступлений от реализации ценных бумаг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 w:val="restart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13.</w:t>
            </w: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Выплаты, предусмотренные планом финансово - хозяйственной деятельности учреждения: 2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рублей</w:t>
            </w:r>
          </w:p>
        </w:tc>
        <w:tc>
          <w:tcPr>
            <w:tcW w:w="1686" w:type="dxa"/>
          </w:tcPr>
          <w:p w:rsidR="00DF6508" w:rsidRPr="00395E97" w:rsidRDefault="00DF6508" w:rsidP="00F117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73763981,38</w:t>
            </w:r>
          </w:p>
        </w:tc>
        <w:tc>
          <w:tcPr>
            <w:tcW w:w="1686" w:type="dxa"/>
          </w:tcPr>
          <w:p w:rsidR="00DF6508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73274971,22</w:t>
            </w:r>
          </w:p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В разрезе выплат: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1. Оплата труда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C6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44413886,91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44413886,91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2. Начисления на выплаты по оплате труда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C6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14339980,58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14339980,58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3. Услуги связи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C6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166239,20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139083,20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4. Транспортные услуги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C6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59784,00</w:t>
            </w:r>
          </w:p>
        </w:tc>
        <w:tc>
          <w:tcPr>
            <w:tcW w:w="1686" w:type="dxa"/>
          </w:tcPr>
          <w:p w:rsidR="00DF6508" w:rsidRPr="00395E97" w:rsidRDefault="00DF6508" w:rsidP="006A5C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59784,00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5. Коммунальные услуги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C6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4223741,03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4223741,03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6. Арендная плата за пользование имуществом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C6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56000,00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44000,00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7. Услуги по содержанию имущества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C6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1672093,56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1599058,76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8. Прочие услуги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C6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615789,00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492629,00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9. Пособия по социальной помощи населению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C670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10. Приобретение основных средств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C6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1924970,98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1924970,98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11. Приобретение нематериальных активов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C670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12. Приобретение материальных запасов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C6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5302538,40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5048879,04</w:t>
            </w: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13. Приобретение ценных бумаг 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C670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C670BA">
        <w:tc>
          <w:tcPr>
            <w:tcW w:w="645" w:type="dxa"/>
            <w:vMerge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14. Прочие расходы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Pr="00395E97" w:rsidRDefault="00DF6508" w:rsidP="00C670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988957,72</w:t>
            </w:r>
          </w:p>
        </w:tc>
        <w:tc>
          <w:tcPr>
            <w:tcW w:w="1686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988957,72</w:t>
            </w:r>
          </w:p>
        </w:tc>
      </w:tr>
      <w:tr w:rsidR="00DF6508" w:rsidRPr="00395E97" w:rsidTr="00C670BA">
        <w:tc>
          <w:tcPr>
            <w:tcW w:w="645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15.Прочие выплаты</w:t>
            </w:r>
          </w:p>
        </w:tc>
        <w:tc>
          <w:tcPr>
            <w:tcW w:w="1053" w:type="dxa"/>
          </w:tcPr>
          <w:p w:rsidR="00DF6508" w:rsidRPr="00395E97" w:rsidRDefault="00DF6508" w:rsidP="000C4C44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Default="00DF6508" w:rsidP="00C670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</w:tcPr>
          <w:p w:rsidR="00DF6508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</w:tbl>
    <w:p w:rsidR="00DF6508" w:rsidRDefault="00DF6508" w:rsidP="00DD3A7D">
      <w:pPr>
        <w:jc w:val="center"/>
        <w:rPr>
          <w:sz w:val="28"/>
          <w:szCs w:val="28"/>
        </w:rPr>
      </w:pPr>
    </w:p>
    <w:p w:rsidR="00DF6508" w:rsidRPr="00CD3E3E" w:rsidRDefault="00DF6508" w:rsidP="00DD3A7D">
      <w:pPr>
        <w:jc w:val="center"/>
        <w:rPr>
          <w:b/>
          <w:sz w:val="28"/>
          <w:szCs w:val="28"/>
        </w:rPr>
      </w:pPr>
    </w:p>
    <w:p w:rsidR="00DF6508" w:rsidRPr="00CD3E3E" w:rsidRDefault="00DF6508" w:rsidP="00DD3A7D">
      <w:pPr>
        <w:jc w:val="center"/>
        <w:rPr>
          <w:b/>
          <w:sz w:val="28"/>
          <w:szCs w:val="28"/>
        </w:rPr>
      </w:pPr>
      <w:r w:rsidRPr="00CD3E3E">
        <w:rPr>
          <w:b/>
          <w:sz w:val="28"/>
          <w:szCs w:val="28"/>
        </w:rPr>
        <w:t xml:space="preserve">Раздел 3. Сведения об использовании закрепленного за учреждением муниципального имущества </w:t>
      </w:r>
    </w:p>
    <w:p w:rsidR="00DF6508" w:rsidRPr="00CD3E3E" w:rsidRDefault="00DF6508" w:rsidP="00DD3A7D">
      <w:pPr>
        <w:jc w:val="center"/>
        <w:rPr>
          <w:b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4242"/>
        <w:gridCol w:w="1559"/>
        <w:gridCol w:w="1873"/>
        <w:gridCol w:w="1873"/>
      </w:tblGrid>
      <w:tr w:rsidR="00DF6508" w:rsidRPr="00395E97" w:rsidTr="00395E97">
        <w:tc>
          <w:tcPr>
            <w:tcW w:w="647" w:type="dxa"/>
            <w:vMerge w:val="restart"/>
          </w:tcPr>
          <w:p w:rsidR="00DF6508" w:rsidRPr="00395E97" w:rsidRDefault="00DF6508" w:rsidP="00395E97">
            <w:pPr>
              <w:jc w:val="center"/>
              <w:rPr>
                <w:b/>
                <w:sz w:val="28"/>
                <w:szCs w:val="28"/>
              </w:rPr>
            </w:pPr>
            <w:r w:rsidRPr="00395E97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4775" w:type="dxa"/>
            <w:vMerge w:val="restart"/>
          </w:tcPr>
          <w:p w:rsidR="00DF6508" w:rsidRPr="00395E97" w:rsidRDefault="00DF6508" w:rsidP="00395E97">
            <w:pPr>
              <w:jc w:val="center"/>
              <w:rPr>
                <w:b/>
                <w:sz w:val="28"/>
                <w:szCs w:val="28"/>
              </w:rPr>
            </w:pPr>
            <w:r w:rsidRPr="00395E97">
              <w:rPr>
                <w:b/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1559" w:type="dxa"/>
            <w:vMerge w:val="restart"/>
          </w:tcPr>
          <w:p w:rsidR="00DF6508" w:rsidRPr="00395E97" w:rsidRDefault="00DF6508" w:rsidP="00395E97">
            <w:pPr>
              <w:jc w:val="center"/>
              <w:rPr>
                <w:b/>
                <w:sz w:val="28"/>
                <w:szCs w:val="28"/>
              </w:rPr>
            </w:pPr>
            <w:r w:rsidRPr="00395E97">
              <w:rPr>
                <w:b/>
                <w:sz w:val="28"/>
                <w:szCs w:val="28"/>
              </w:rPr>
              <w:t xml:space="preserve">Единица измерения </w:t>
            </w:r>
          </w:p>
        </w:tc>
        <w:tc>
          <w:tcPr>
            <w:tcW w:w="3207" w:type="dxa"/>
            <w:gridSpan w:val="2"/>
          </w:tcPr>
          <w:p w:rsidR="00DF6508" w:rsidRPr="00395E97" w:rsidRDefault="00DF6508" w:rsidP="00395E97">
            <w:pPr>
              <w:jc w:val="center"/>
              <w:rPr>
                <w:b/>
                <w:sz w:val="28"/>
                <w:szCs w:val="28"/>
              </w:rPr>
            </w:pPr>
            <w:r w:rsidRPr="00395E97">
              <w:rPr>
                <w:b/>
                <w:sz w:val="28"/>
                <w:szCs w:val="28"/>
              </w:rPr>
              <w:t xml:space="preserve">Отчетный год </w:t>
            </w:r>
          </w:p>
        </w:tc>
      </w:tr>
      <w:tr w:rsidR="00DF6508" w:rsidRPr="00395E97" w:rsidTr="00395E97">
        <w:tc>
          <w:tcPr>
            <w:tcW w:w="647" w:type="dxa"/>
            <w:vMerge/>
          </w:tcPr>
          <w:p w:rsidR="00DF6508" w:rsidRPr="00395E97" w:rsidRDefault="00DF6508" w:rsidP="00395E9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75" w:type="dxa"/>
            <w:vMerge/>
          </w:tcPr>
          <w:p w:rsidR="00DF6508" w:rsidRPr="00395E97" w:rsidRDefault="00DF6508" w:rsidP="00395E9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F6508" w:rsidRPr="00395E97" w:rsidRDefault="00DF6508" w:rsidP="00395E9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DF6508" w:rsidRPr="00395E97" w:rsidRDefault="00DF6508" w:rsidP="00395E97">
            <w:pPr>
              <w:jc w:val="center"/>
              <w:rPr>
                <w:b/>
                <w:sz w:val="28"/>
                <w:szCs w:val="28"/>
              </w:rPr>
            </w:pPr>
            <w:r w:rsidRPr="00395E97">
              <w:rPr>
                <w:b/>
                <w:sz w:val="28"/>
                <w:szCs w:val="28"/>
              </w:rPr>
              <w:t xml:space="preserve">на начало года </w:t>
            </w:r>
          </w:p>
        </w:tc>
        <w:tc>
          <w:tcPr>
            <w:tcW w:w="1620" w:type="dxa"/>
          </w:tcPr>
          <w:p w:rsidR="00DF6508" w:rsidRPr="00395E97" w:rsidRDefault="00DF6508" w:rsidP="00395E97">
            <w:pPr>
              <w:jc w:val="center"/>
              <w:rPr>
                <w:b/>
                <w:sz w:val="28"/>
                <w:szCs w:val="28"/>
              </w:rPr>
            </w:pPr>
            <w:r w:rsidRPr="00395E97">
              <w:rPr>
                <w:b/>
                <w:sz w:val="28"/>
                <w:szCs w:val="28"/>
              </w:rPr>
              <w:t xml:space="preserve">на конец года </w:t>
            </w:r>
          </w:p>
        </w:tc>
      </w:tr>
      <w:tr w:rsidR="00DF6508" w:rsidRPr="00395E97" w:rsidTr="00395E97">
        <w:tc>
          <w:tcPr>
            <w:tcW w:w="64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1.</w:t>
            </w:r>
          </w:p>
        </w:tc>
        <w:tc>
          <w:tcPr>
            <w:tcW w:w="4775" w:type="dxa"/>
          </w:tcPr>
          <w:p w:rsidR="00DF6508" w:rsidRPr="00395E97" w:rsidRDefault="00DF6508" w:rsidP="00CD3E3E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Общая балансовая (остаточная) стоимость недвижимого имущества, находящегося у учреждения на праве оперативного управления в том числе: </w:t>
            </w:r>
          </w:p>
        </w:tc>
        <w:tc>
          <w:tcPr>
            <w:tcW w:w="1559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руб.</w:t>
            </w:r>
          </w:p>
        </w:tc>
        <w:tc>
          <w:tcPr>
            <w:tcW w:w="1587" w:type="dxa"/>
          </w:tcPr>
          <w:p w:rsidR="00DF6508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58215985,56</w:t>
            </w:r>
          </w:p>
          <w:p w:rsidR="00DF6508" w:rsidRDefault="00DF6508" w:rsidP="00ED798A">
            <w:pPr>
              <w:rPr>
                <w:sz w:val="28"/>
                <w:szCs w:val="28"/>
              </w:rPr>
            </w:pPr>
          </w:p>
          <w:p w:rsidR="00DF6508" w:rsidRPr="00FD6DD1" w:rsidRDefault="00DF6508" w:rsidP="00315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(33064896,22)</w:t>
            </w:r>
          </w:p>
        </w:tc>
        <w:tc>
          <w:tcPr>
            <w:tcW w:w="1620" w:type="dxa"/>
          </w:tcPr>
          <w:p w:rsidR="00DF6508" w:rsidRDefault="00DF6508" w:rsidP="00ED79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58215985,56</w:t>
            </w:r>
          </w:p>
          <w:p w:rsidR="00DF6508" w:rsidRPr="00FD6DD1" w:rsidRDefault="00DF6508" w:rsidP="00315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(32507346,94)</w:t>
            </w:r>
          </w:p>
        </w:tc>
      </w:tr>
      <w:tr w:rsidR="00DF6508" w:rsidRPr="00395E97" w:rsidTr="00395E97">
        <w:tc>
          <w:tcPr>
            <w:tcW w:w="64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2.</w:t>
            </w:r>
          </w:p>
        </w:tc>
        <w:tc>
          <w:tcPr>
            <w:tcW w:w="4775" w:type="dxa"/>
          </w:tcPr>
          <w:p w:rsidR="00DF6508" w:rsidRPr="00395E97" w:rsidRDefault="00DF6508" w:rsidP="00CD3E3E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Общая балансовая (остаточная) стоимость недвижимого имущества, находящегося у учреждения на праве оперативного управления, переданного в аренду  </w:t>
            </w:r>
          </w:p>
        </w:tc>
        <w:tc>
          <w:tcPr>
            <w:tcW w:w="1559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руб. </w:t>
            </w:r>
          </w:p>
        </w:tc>
        <w:tc>
          <w:tcPr>
            <w:tcW w:w="158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395E97">
        <w:tc>
          <w:tcPr>
            <w:tcW w:w="64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3.</w:t>
            </w:r>
          </w:p>
        </w:tc>
        <w:tc>
          <w:tcPr>
            <w:tcW w:w="4775" w:type="dxa"/>
          </w:tcPr>
          <w:p w:rsidR="00DF6508" w:rsidRPr="00395E97" w:rsidRDefault="00DF6508" w:rsidP="00CD3E3E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Общая балансовая (остаточная) стоимость недвижимого имущества, находящегося у учреждения на праве оперативного управления, переданного в безвозмездное пользование </w:t>
            </w:r>
          </w:p>
        </w:tc>
        <w:tc>
          <w:tcPr>
            <w:tcW w:w="1559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руб. </w:t>
            </w:r>
          </w:p>
        </w:tc>
        <w:tc>
          <w:tcPr>
            <w:tcW w:w="158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395E97">
        <w:tc>
          <w:tcPr>
            <w:tcW w:w="64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4.</w:t>
            </w:r>
          </w:p>
        </w:tc>
        <w:tc>
          <w:tcPr>
            <w:tcW w:w="4775" w:type="dxa"/>
          </w:tcPr>
          <w:p w:rsidR="00DF6508" w:rsidRPr="00395E97" w:rsidRDefault="00DF6508" w:rsidP="00CD3E3E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Общая балансовая (остаточная) стоимость движимого имущества, находящегося у учреждения на праве оперативного управления, в том числе:</w:t>
            </w:r>
          </w:p>
        </w:tc>
        <w:tc>
          <w:tcPr>
            <w:tcW w:w="1559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руб. </w:t>
            </w:r>
          </w:p>
        </w:tc>
        <w:tc>
          <w:tcPr>
            <w:tcW w:w="1587" w:type="dxa"/>
          </w:tcPr>
          <w:p w:rsidR="00DF6508" w:rsidRDefault="00DF6508" w:rsidP="009A6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30475641,61</w:t>
            </w:r>
          </w:p>
          <w:p w:rsidR="00DF6508" w:rsidRPr="00FD6DD1" w:rsidRDefault="00DF6508" w:rsidP="00315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(7737030,92)</w:t>
            </w:r>
          </w:p>
        </w:tc>
        <w:tc>
          <w:tcPr>
            <w:tcW w:w="1620" w:type="dxa"/>
          </w:tcPr>
          <w:p w:rsidR="00DF6508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32172836,43</w:t>
            </w:r>
          </w:p>
          <w:p w:rsidR="00DF6508" w:rsidRPr="00FD6DD1" w:rsidRDefault="00DF6508" w:rsidP="00315B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(4760350,54)</w:t>
            </w:r>
          </w:p>
        </w:tc>
      </w:tr>
      <w:tr w:rsidR="00DF6508" w:rsidRPr="00395E97" w:rsidTr="00395E97">
        <w:tc>
          <w:tcPr>
            <w:tcW w:w="64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5.</w:t>
            </w:r>
          </w:p>
        </w:tc>
        <w:tc>
          <w:tcPr>
            <w:tcW w:w="4775" w:type="dxa"/>
          </w:tcPr>
          <w:p w:rsidR="00DF6508" w:rsidRPr="00395E97" w:rsidRDefault="00DF6508" w:rsidP="00CD3E3E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Общая балансовая (остаточная) стоимость движимого имущества, находящегося у учреждения на праве оперативного управления и переданного в аренду </w:t>
            </w:r>
          </w:p>
        </w:tc>
        <w:tc>
          <w:tcPr>
            <w:tcW w:w="1559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руб.</w:t>
            </w:r>
          </w:p>
        </w:tc>
        <w:tc>
          <w:tcPr>
            <w:tcW w:w="158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395E97">
        <w:tc>
          <w:tcPr>
            <w:tcW w:w="64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6.</w:t>
            </w:r>
          </w:p>
        </w:tc>
        <w:tc>
          <w:tcPr>
            <w:tcW w:w="4775" w:type="dxa"/>
          </w:tcPr>
          <w:p w:rsidR="00DF6508" w:rsidRPr="00395E97" w:rsidRDefault="00DF6508" w:rsidP="00CD3E3E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Общая балансовая (остаточная) стоимость движимого имущества находящегося у учреждения на праве оперативного управления, переданного в безвозмездное пользование </w:t>
            </w:r>
          </w:p>
        </w:tc>
        <w:tc>
          <w:tcPr>
            <w:tcW w:w="1559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руб. </w:t>
            </w:r>
          </w:p>
        </w:tc>
        <w:tc>
          <w:tcPr>
            <w:tcW w:w="158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395E97">
        <w:tc>
          <w:tcPr>
            <w:tcW w:w="64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7.</w:t>
            </w:r>
          </w:p>
        </w:tc>
        <w:tc>
          <w:tcPr>
            <w:tcW w:w="4775" w:type="dxa"/>
          </w:tcPr>
          <w:p w:rsidR="00DF6508" w:rsidRPr="00395E97" w:rsidRDefault="00DF6508" w:rsidP="00CD3E3E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Количество объектов недвижимого имущества (зданий, строений, помещений), находящегося у учреждения на праве оперативного управления </w:t>
            </w:r>
          </w:p>
        </w:tc>
        <w:tc>
          <w:tcPr>
            <w:tcW w:w="1559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штук </w:t>
            </w:r>
          </w:p>
        </w:tc>
        <w:tc>
          <w:tcPr>
            <w:tcW w:w="158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F6508" w:rsidRPr="00395E97" w:rsidTr="00395E97">
        <w:tc>
          <w:tcPr>
            <w:tcW w:w="64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8.</w:t>
            </w:r>
          </w:p>
        </w:tc>
        <w:tc>
          <w:tcPr>
            <w:tcW w:w="4775" w:type="dxa"/>
          </w:tcPr>
          <w:p w:rsidR="00DF6508" w:rsidRPr="00395E97" w:rsidRDefault="00DF6508" w:rsidP="00CD3E3E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Общая площадь объектов недвижимого имущества, находящегося у учреждения на праве оперативного управления </w:t>
            </w:r>
          </w:p>
        </w:tc>
        <w:tc>
          <w:tcPr>
            <w:tcW w:w="1559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кв. метров</w:t>
            </w:r>
          </w:p>
        </w:tc>
        <w:tc>
          <w:tcPr>
            <w:tcW w:w="158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12357,30</w:t>
            </w:r>
          </w:p>
        </w:tc>
        <w:tc>
          <w:tcPr>
            <w:tcW w:w="1620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12357,30</w:t>
            </w:r>
          </w:p>
        </w:tc>
      </w:tr>
      <w:tr w:rsidR="00DF6508" w:rsidRPr="00395E97" w:rsidTr="00395E97">
        <w:tc>
          <w:tcPr>
            <w:tcW w:w="64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9.</w:t>
            </w:r>
          </w:p>
        </w:tc>
        <w:tc>
          <w:tcPr>
            <w:tcW w:w="4775" w:type="dxa"/>
          </w:tcPr>
          <w:p w:rsidR="00DF6508" w:rsidRPr="00395E97" w:rsidRDefault="00DF6508" w:rsidP="00CD3E3E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Общая площадь объектов недвижимого имущества, находящегося у учреждения на праве оперативного управления и переданного в аренду </w:t>
            </w:r>
          </w:p>
        </w:tc>
        <w:tc>
          <w:tcPr>
            <w:tcW w:w="1559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кв. метров </w:t>
            </w:r>
          </w:p>
        </w:tc>
        <w:tc>
          <w:tcPr>
            <w:tcW w:w="158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395E97">
        <w:tc>
          <w:tcPr>
            <w:tcW w:w="64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10.</w:t>
            </w:r>
          </w:p>
        </w:tc>
        <w:tc>
          <w:tcPr>
            <w:tcW w:w="4775" w:type="dxa"/>
          </w:tcPr>
          <w:p w:rsidR="00DF6508" w:rsidRPr="00395E97" w:rsidRDefault="00DF6508" w:rsidP="00CD3E3E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Общая площадь объектов недвижимого имущества, находящегося у учреждения на праве оперативного в безвозмездное пользование </w:t>
            </w:r>
          </w:p>
        </w:tc>
        <w:tc>
          <w:tcPr>
            <w:tcW w:w="1559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кв. метров </w:t>
            </w:r>
          </w:p>
        </w:tc>
        <w:tc>
          <w:tcPr>
            <w:tcW w:w="158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395E97">
        <w:tc>
          <w:tcPr>
            <w:tcW w:w="64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11.</w:t>
            </w:r>
          </w:p>
        </w:tc>
        <w:tc>
          <w:tcPr>
            <w:tcW w:w="4775" w:type="dxa"/>
          </w:tcPr>
          <w:p w:rsidR="00DF6508" w:rsidRPr="00395E97" w:rsidRDefault="00DF6508" w:rsidP="00CD3E3E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Объем средств, полученных в отчетном году от распоряжения в установленном порядке имуществом, находящимся в оперативном управлении. </w:t>
            </w:r>
          </w:p>
        </w:tc>
        <w:tc>
          <w:tcPr>
            <w:tcW w:w="1559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руб. </w:t>
            </w:r>
          </w:p>
        </w:tc>
        <w:tc>
          <w:tcPr>
            <w:tcW w:w="158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395E97">
        <w:tc>
          <w:tcPr>
            <w:tcW w:w="64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12.</w:t>
            </w:r>
          </w:p>
        </w:tc>
        <w:tc>
          <w:tcPr>
            <w:tcW w:w="4775" w:type="dxa"/>
          </w:tcPr>
          <w:p w:rsidR="00DF6508" w:rsidRPr="00395E97" w:rsidRDefault="00DF6508" w:rsidP="00CD3E3E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Общая балансовая (остаточная) стоимость недвижимого имущества, приобретенного учреждением в отчетном году за счет доходов, полученных от платных услуг (работ) и иной приносящий доход деятельности 2</w:t>
            </w:r>
          </w:p>
        </w:tc>
        <w:tc>
          <w:tcPr>
            <w:tcW w:w="1559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руб.</w:t>
            </w:r>
          </w:p>
        </w:tc>
        <w:tc>
          <w:tcPr>
            <w:tcW w:w="158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395E97">
        <w:tc>
          <w:tcPr>
            <w:tcW w:w="64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13.</w:t>
            </w:r>
          </w:p>
        </w:tc>
        <w:tc>
          <w:tcPr>
            <w:tcW w:w="4775" w:type="dxa"/>
          </w:tcPr>
          <w:p w:rsidR="00DF6508" w:rsidRPr="00395E97" w:rsidRDefault="00DF6508" w:rsidP="00CD3E3E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Общая балансовая (остаточная) стоимость недвижимого имущества, приобретенного учреждением в отчетном году за счет доходов, полученных от платных услуг и иной приносящий доход деятельности 2 </w:t>
            </w:r>
          </w:p>
        </w:tc>
        <w:tc>
          <w:tcPr>
            <w:tcW w:w="1559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руб.</w:t>
            </w:r>
          </w:p>
        </w:tc>
        <w:tc>
          <w:tcPr>
            <w:tcW w:w="158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</w:p>
        </w:tc>
      </w:tr>
      <w:tr w:rsidR="00DF6508" w:rsidRPr="00395E97" w:rsidTr="00395E97">
        <w:tc>
          <w:tcPr>
            <w:tcW w:w="647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14.</w:t>
            </w:r>
          </w:p>
        </w:tc>
        <w:tc>
          <w:tcPr>
            <w:tcW w:w="4775" w:type="dxa"/>
          </w:tcPr>
          <w:p w:rsidR="00DF6508" w:rsidRPr="00395E97" w:rsidRDefault="00DF6508" w:rsidP="00CD3E3E">
            <w:pPr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>Общая балансовая (остаточная) стоимость особо ценного движимого имущества, находящегося у учреждения на праве оперативного управления 2</w:t>
            </w:r>
          </w:p>
        </w:tc>
        <w:tc>
          <w:tcPr>
            <w:tcW w:w="1559" w:type="dxa"/>
          </w:tcPr>
          <w:p w:rsidR="00DF6508" w:rsidRPr="00395E97" w:rsidRDefault="00DF6508" w:rsidP="00395E97">
            <w:pPr>
              <w:jc w:val="center"/>
              <w:rPr>
                <w:sz w:val="28"/>
                <w:szCs w:val="28"/>
              </w:rPr>
            </w:pPr>
            <w:r w:rsidRPr="00395E97">
              <w:rPr>
                <w:sz w:val="28"/>
                <w:szCs w:val="28"/>
              </w:rPr>
              <w:t xml:space="preserve">руб. </w:t>
            </w:r>
          </w:p>
        </w:tc>
        <w:tc>
          <w:tcPr>
            <w:tcW w:w="1587" w:type="dxa"/>
          </w:tcPr>
          <w:p w:rsidR="00DF6508" w:rsidRDefault="00DF6508" w:rsidP="009A6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17166762,89</w:t>
            </w:r>
          </w:p>
          <w:p w:rsidR="00DF6508" w:rsidRDefault="00DF6508" w:rsidP="009A6603">
            <w:pPr>
              <w:rPr>
                <w:sz w:val="28"/>
                <w:szCs w:val="28"/>
              </w:rPr>
            </w:pPr>
          </w:p>
          <w:p w:rsidR="00DF6508" w:rsidRPr="00FD6DD1" w:rsidRDefault="00DF6508" w:rsidP="00BF1A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(5151266,39)</w:t>
            </w:r>
          </w:p>
        </w:tc>
        <w:tc>
          <w:tcPr>
            <w:tcW w:w="1620" w:type="dxa"/>
          </w:tcPr>
          <w:p w:rsidR="00DF6508" w:rsidRDefault="00DF6508" w:rsidP="00395E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17166762,89</w:t>
            </w:r>
          </w:p>
          <w:p w:rsidR="00DF6508" w:rsidRDefault="00DF6508" w:rsidP="00FD6DD1">
            <w:pPr>
              <w:rPr>
                <w:sz w:val="28"/>
                <w:szCs w:val="28"/>
              </w:rPr>
            </w:pPr>
          </w:p>
          <w:p w:rsidR="00DF6508" w:rsidRPr="00FD6DD1" w:rsidRDefault="00DF6508" w:rsidP="00BF1A9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(2819144,95)</w:t>
            </w:r>
          </w:p>
        </w:tc>
      </w:tr>
    </w:tbl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</w:p>
    <w:p w:rsidR="00DF6508" w:rsidRDefault="00DF6508" w:rsidP="00164EF2">
      <w:pPr>
        <w:rPr>
          <w:sz w:val="28"/>
          <w:szCs w:val="28"/>
        </w:rPr>
      </w:pPr>
      <w:r>
        <w:rPr>
          <w:sz w:val="28"/>
          <w:szCs w:val="28"/>
        </w:rPr>
        <w:t>«01»  марта  2016г.                                                                             В.Н. Петухова</w:t>
      </w: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  <w:r>
        <w:rPr>
          <w:sz w:val="28"/>
          <w:szCs w:val="28"/>
        </w:rPr>
        <w:t xml:space="preserve">Главный бухгалтер </w:t>
      </w:r>
    </w:p>
    <w:p w:rsidR="00DF6508" w:rsidRDefault="00DF6508" w:rsidP="0029112B">
      <w:pPr>
        <w:tabs>
          <w:tab w:val="left" w:pos="7695"/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«01 »  марта  2016г.               </w:t>
      </w:r>
      <w:r>
        <w:rPr>
          <w:sz w:val="28"/>
          <w:szCs w:val="28"/>
        </w:rPr>
        <w:tab/>
        <w:t xml:space="preserve"> М.Д. Раднова</w:t>
      </w: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p w:rsidR="00DF6508" w:rsidRDefault="00DF6508" w:rsidP="00164EF2">
      <w:pPr>
        <w:rPr>
          <w:sz w:val="28"/>
          <w:szCs w:val="28"/>
        </w:rPr>
      </w:pPr>
    </w:p>
    <w:sectPr w:rsidR="00DF6508" w:rsidSect="00226479"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A7D"/>
    <w:rsid w:val="000007D5"/>
    <w:rsid w:val="00014F6B"/>
    <w:rsid w:val="00021F1F"/>
    <w:rsid w:val="000230A6"/>
    <w:rsid w:val="000263C4"/>
    <w:rsid w:val="00031573"/>
    <w:rsid w:val="0003438E"/>
    <w:rsid w:val="000344F3"/>
    <w:rsid w:val="00045347"/>
    <w:rsid w:val="00050674"/>
    <w:rsid w:val="000507C7"/>
    <w:rsid w:val="00050A59"/>
    <w:rsid w:val="00060DF6"/>
    <w:rsid w:val="00061ED0"/>
    <w:rsid w:val="00067429"/>
    <w:rsid w:val="00072CB5"/>
    <w:rsid w:val="00074A2E"/>
    <w:rsid w:val="000757A6"/>
    <w:rsid w:val="00076DDD"/>
    <w:rsid w:val="00080352"/>
    <w:rsid w:val="0008753F"/>
    <w:rsid w:val="00090399"/>
    <w:rsid w:val="00091AC0"/>
    <w:rsid w:val="000A7E5F"/>
    <w:rsid w:val="000B2714"/>
    <w:rsid w:val="000B5DA7"/>
    <w:rsid w:val="000C188E"/>
    <w:rsid w:val="000C4C44"/>
    <w:rsid w:val="000C6AE1"/>
    <w:rsid w:val="000C6D58"/>
    <w:rsid w:val="000D4E6D"/>
    <w:rsid w:val="000D6B02"/>
    <w:rsid w:val="000E09D3"/>
    <w:rsid w:val="000E5A75"/>
    <w:rsid w:val="000E7336"/>
    <w:rsid w:val="000F37F8"/>
    <w:rsid w:val="000F5340"/>
    <w:rsid w:val="0010115F"/>
    <w:rsid w:val="00107838"/>
    <w:rsid w:val="0011030C"/>
    <w:rsid w:val="00111602"/>
    <w:rsid w:val="001167D2"/>
    <w:rsid w:val="00117D43"/>
    <w:rsid w:val="001212EE"/>
    <w:rsid w:val="0012481A"/>
    <w:rsid w:val="00125129"/>
    <w:rsid w:val="001278FA"/>
    <w:rsid w:val="00131942"/>
    <w:rsid w:val="00131D5C"/>
    <w:rsid w:val="0013202B"/>
    <w:rsid w:val="001349BB"/>
    <w:rsid w:val="001404AE"/>
    <w:rsid w:val="00152F79"/>
    <w:rsid w:val="00153903"/>
    <w:rsid w:val="00164EF2"/>
    <w:rsid w:val="00167D4F"/>
    <w:rsid w:val="001728F1"/>
    <w:rsid w:val="00176AC9"/>
    <w:rsid w:val="001775B5"/>
    <w:rsid w:val="00180957"/>
    <w:rsid w:val="00181DF9"/>
    <w:rsid w:val="00184361"/>
    <w:rsid w:val="001874E0"/>
    <w:rsid w:val="0019324A"/>
    <w:rsid w:val="00193B2F"/>
    <w:rsid w:val="00196A15"/>
    <w:rsid w:val="00197F5C"/>
    <w:rsid w:val="001A4B48"/>
    <w:rsid w:val="001B2ABA"/>
    <w:rsid w:val="001B45EA"/>
    <w:rsid w:val="001B5301"/>
    <w:rsid w:val="001B6952"/>
    <w:rsid w:val="001C0DC0"/>
    <w:rsid w:val="001C2B23"/>
    <w:rsid w:val="001C49D5"/>
    <w:rsid w:val="001C7377"/>
    <w:rsid w:val="001D3C12"/>
    <w:rsid w:val="001E48EF"/>
    <w:rsid w:val="001E6B39"/>
    <w:rsid w:val="001E70A1"/>
    <w:rsid w:val="001F09B9"/>
    <w:rsid w:val="001F7A26"/>
    <w:rsid w:val="0020007C"/>
    <w:rsid w:val="00205F36"/>
    <w:rsid w:val="00207011"/>
    <w:rsid w:val="0021048A"/>
    <w:rsid w:val="002110A8"/>
    <w:rsid w:val="00212AF9"/>
    <w:rsid w:val="00212B51"/>
    <w:rsid w:val="00213F55"/>
    <w:rsid w:val="0021404C"/>
    <w:rsid w:val="002243AA"/>
    <w:rsid w:val="00226479"/>
    <w:rsid w:val="00230DFA"/>
    <w:rsid w:val="002322B2"/>
    <w:rsid w:val="00255491"/>
    <w:rsid w:val="00256392"/>
    <w:rsid w:val="002615B2"/>
    <w:rsid w:val="00264459"/>
    <w:rsid w:val="00274E98"/>
    <w:rsid w:val="0028049A"/>
    <w:rsid w:val="00287300"/>
    <w:rsid w:val="002901B4"/>
    <w:rsid w:val="0029112B"/>
    <w:rsid w:val="00292126"/>
    <w:rsid w:val="00293A83"/>
    <w:rsid w:val="002A0C50"/>
    <w:rsid w:val="002B3E61"/>
    <w:rsid w:val="002B679C"/>
    <w:rsid w:val="002B7AF2"/>
    <w:rsid w:val="002C3A7C"/>
    <w:rsid w:val="002C40FA"/>
    <w:rsid w:val="002D017D"/>
    <w:rsid w:val="002D5F31"/>
    <w:rsid w:val="002E3E4B"/>
    <w:rsid w:val="002E6F3B"/>
    <w:rsid w:val="002F0C3B"/>
    <w:rsid w:val="00300268"/>
    <w:rsid w:val="00304411"/>
    <w:rsid w:val="00304FBB"/>
    <w:rsid w:val="00311496"/>
    <w:rsid w:val="003144E5"/>
    <w:rsid w:val="00315701"/>
    <w:rsid w:val="00315B49"/>
    <w:rsid w:val="0031790E"/>
    <w:rsid w:val="00323861"/>
    <w:rsid w:val="00326D90"/>
    <w:rsid w:val="00330FD4"/>
    <w:rsid w:val="00334AB3"/>
    <w:rsid w:val="003400D2"/>
    <w:rsid w:val="00344D6F"/>
    <w:rsid w:val="0034561A"/>
    <w:rsid w:val="003459AD"/>
    <w:rsid w:val="003558B2"/>
    <w:rsid w:val="00355A22"/>
    <w:rsid w:val="003615C1"/>
    <w:rsid w:val="003632AD"/>
    <w:rsid w:val="00371D7F"/>
    <w:rsid w:val="0037466D"/>
    <w:rsid w:val="0037705D"/>
    <w:rsid w:val="003842AA"/>
    <w:rsid w:val="00387BA9"/>
    <w:rsid w:val="00395E97"/>
    <w:rsid w:val="003A1043"/>
    <w:rsid w:val="003A2C4C"/>
    <w:rsid w:val="003A6E71"/>
    <w:rsid w:val="003B2E38"/>
    <w:rsid w:val="003B5E02"/>
    <w:rsid w:val="003B7E49"/>
    <w:rsid w:val="003C4BFE"/>
    <w:rsid w:val="003C5B4A"/>
    <w:rsid w:val="003E18A2"/>
    <w:rsid w:val="003E42B1"/>
    <w:rsid w:val="003E6827"/>
    <w:rsid w:val="003F6354"/>
    <w:rsid w:val="003F6C0F"/>
    <w:rsid w:val="004031D1"/>
    <w:rsid w:val="004231E1"/>
    <w:rsid w:val="004325D7"/>
    <w:rsid w:val="00446EFD"/>
    <w:rsid w:val="00447B5C"/>
    <w:rsid w:val="0045300A"/>
    <w:rsid w:val="004539E0"/>
    <w:rsid w:val="00461C3A"/>
    <w:rsid w:val="00465BFF"/>
    <w:rsid w:val="0047075F"/>
    <w:rsid w:val="00471AE7"/>
    <w:rsid w:val="00484FC6"/>
    <w:rsid w:val="00485794"/>
    <w:rsid w:val="00485EB2"/>
    <w:rsid w:val="00486732"/>
    <w:rsid w:val="00486A02"/>
    <w:rsid w:val="004876D3"/>
    <w:rsid w:val="0049726F"/>
    <w:rsid w:val="004A2AE7"/>
    <w:rsid w:val="004A567D"/>
    <w:rsid w:val="004A68EC"/>
    <w:rsid w:val="004B13A7"/>
    <w:rsid w:val="004B7EB5"/>
    <w:rsid w:val="004C039B"/>
    <w:rsid w:val="004C081C"/>
    <w:rsid w:val="004C5048"/>
    <w:rsid w:val="004C52BC"/>
    <w:rsid w:val="004D3205"/>
    <w:rsid w:val="004D42ED"/>
    <w:rsid w:val="004E7D5E"/>
    <w:rsid w:val="004F4BD3"/>
    <w:rsid w:val="004F6697"/>
    <w:rsid w:val="00500F60"/>
    <w:rsid w:val="00502526"/>
    <w:rsid w:val="00512008"/>
    <w:rsid w:val="005121E6"/>
    <w:rsid w:val="00520463"/>
    <w:rsid w:val="00520FFA"/>
    <w:rsid w:val="00521DE7"/>
    <w:rsid w:val="005335CF"/>
    <w:rsid w:val="00541DF7"/>
    <w:rsid w:val="00542DC1"/>
    <w:rsid w:val="00553C2F"/>
    <w:rsid w:val="00556D6A"/>
    <w:rsid w:val="005658CA"/>
    <w:rsid w:val="00566B31"/>
    <w:rsid w:val="00567948"/>
    <w:rsid w:val="005718A1"/>
    <w:rsid w:val="00573EB9"/>
    <w:rsid w:val="00575F6E"/>
    <w:rsid w:val="0057778D"/>
    <w:rsid w:val="0058017B"/>
    <w:rsid w:val="00580D1D"/>
    <w:rsid w:val="00581294"/>
    <w:rsid w:val="00581C40"/>
    <w:rsid w:val="00587328"/>
    <w:rsid w:val="00591857"/>
    <w:rsid w:val="0059230C"/>
    <w:rsid w:val="005923E3"/>
    <w:rsid w:val="0059364C"/>
    <w:rsid w:val="005950D4"/>
    <w:rsid w:val="005A1482"/>
    <w:rsid w:val="005A1C76"/>
    <w:rsid w:val="005A372A"/>
    <w:rsid w:val="005A63A0"/>
    <w:rsid w:val="005B2BF6"/>
    <w:rsid w:val="005B3CFE"/>
    <w:rsid w:val="005C44C5"/>
    <w:rsid w:val="005C4ECB"/>
    <w:rsid w:val="005C603D"/>
    <w:rsid w:val="005D1121"/>
    <w:rsid w:val="005D6210"/>
    <w:rsid w:val="005E278D"/>
    <w:rsid w:val="005F3E2E"/>
    <w:rsid w:val="006010FB"/>
    <w:rsid w:val="00605C30"/>
    <w:rsid w:val="0060713E"/>
    <w:rsid w:val="00607161"/>
    <w:rsid w:val="006133F7"/>
    <w:rsid w:val="00614DEF"/>
    <w:rsid w:val="00615364"/>
    <w:rsid w:val="006236B5"/>
    <w:rsid w:val="00630B56"/>
    <w:rsid w:val="00632D26"/>
    <w:rsid w:val="006368F9"/>
    <w:rsid w:val="006419F2"/>
    <w:rsid w:val="00641F5E"/>
    <w:rsid w:val="00653C06"/>
    <w:rsid w:val="00661616"/>
    <w:rsid w:val="00661F74"/>
    <w:rsid w:val="00662354"/>
    <w:rsid w:val="00662479"/>
    <w:rsid w:val="00663E43"/>
    <w:rsid w:val="00665B5A"/>
    <w:rsid w:val="00674E77"/>
    <w:rsid w:val="00676E81"/>
    <w:rsid w:val="00685528"/>
    <w:rsid w:val="006A272B"/>
    <w:rsid w:val="006A5CA5"/>
    <w:rsid w:val="006B0783"/>
    <w:rsid w:val="006B38D5"/>
    <w:rsid w:val="006B770A"/>
    <w:rsid w:val="006C4EF2"/>
    <w:rsid w:val="006D29F2"/>
    <w:rsid w:val="006D4D1D"/>
    <w:rsid w:val="006E1922"/>
    <w:rsid w:val="006F1985"/>
    <w:rsid w:val="006F2E25"/>
    <w:rsid w:val="006F7535"/>
    <w:rsid w:val="0070207C"/>
    <w:rsid w:val="0070339A"/>
    <w:rsid w:val="00710B08"/>
    <w:rsid w:val="00714F1D"/>
    <w:rsid w:val="00716ACC"/>
    <w:rsid w:val="00717296"/>
    <w:rsid w:val="00720B7D"/>
    <w:rsid w:val="00722051"/>
    <w:rsid w:val="007333A0"/>
    <w:rsid w:val="00741D98"/>
    <w:rsid w:val="00752170"/>
    <w:rsid w:val="00754E77"/>
    <w:rsid w:val="0075650E"/>
    <w:rsid w:val="00762631"/>
    <w:rsid w:val="0076761F"/>
    <w:rsid w:val="00782C51"/>
    <w:rsid w:val="00786A7A"/>
    <w:rsid w:val="007A3429"/>
    <w:rsid w:val="007A7006"/>
    <w:rsid w:val="007A72A1"/>
    <w:rsid w:val="007B0FB7"/>
    <w:rsid w:val="007C2EED"/>
    <w:rsid w:val="007C3FC6"/>
    <w:rsid w:val="007C7031"/>
    <w:rsid w:val="007D5A65"/>
    <w:rsid w:val="007D640C"/>
    <w:rsid w:val="007D660B"/>
    <w:rsid w:val="007D7321"/>
    <w:rsid w:val="007F2E1B"/>
    <w:rsid w:val="007F3170"/>
    <w:rsid w:val="00804ECF"/>
    <w:rsid w:val="00807805"/>
    <w:rsid w:val="008104F7"/>
    <w:rsid w:val="00813818"/>
    <w:rsid w:val="00816B0C"/>
    <w:rsid w:val="00820251"/>
    <w:rsid w:val="00820B9A"/>
    <w:rsid w:val="00822EA4"/>
    <w:rsid w:val="00825898"/>
    <w:rsid w:val="00826145"/>
    <w:rsid w:val="00827CCB"/>
    <w:rsid w:val="00831948"/>
    <w:rsid w:val="00831BCD"/>
    <w:rsid w:val="00834A68"/>
    <w:rsid w:val="0083792E"/>
    <w:rsid w:val="00847E21"/>
    <w:rsid w:val="0085237E"/>
    <w:rsid w:val="008543CD"/>
    <w:rsid w:val="0085766E"/>
    <w:rsid w:val="008616C7"/>
    <w:rsid w:val="0086776A"/>
    <w:rsid w:val="00874B75"/>
    <w:rsid w:val="0088503E"/>
    <w:rsid w:val="00887E4C"/>
    <w:rsid w:val="00894AD9"/>
    <w:rsid w:val="00894BD6"/>
    <w:rsid w:val="00896EC1"/>
    <w:rsid w:val="00897A22"/>
    <w:rsid w:val="008A4CBA"/>
    <w:rsid w:val="008A587C"/>
    <w:rsid w:val="008A634C"/>
    <w:rsid w:val="008B47A2"/>
    <w:rsid w:val="008B7837"/>
    <w:rsid w:val="008C2772"/>
    <w:rsid w:val="008C4171"/>
    <w:rsid w:val="008C4EB6"/>
    <w:rsid w:val="008D6FCB"/>
    <w:rsid w:val="008E2531"/>
    <w:rsid w:val="008E6DF4"/>
    <w:rsid w:val="008E7F0A"/>
    <w:rsid w:val="008F359D"/>
    <w:rsid w:val="008F5F9E"/>
    <w:rsid w:val="00905224"/>
    <w:rsid w:val="009122CF"/>
    <w:rsid w:val="009226A9"/>
    <w:rsid w:val="009235EB"/>
    <w:rsid w:val="00933306"/>
    <w:rsid w:val="00946307"/>
    <w:rsid w:val="009606D4"/>
    <w:rsid w:val="00961EA8"/>
    <w:rsid w:val="009633BE"/>
    <w:rsid w:val="0098217E"/>
    <w:rsid w:val="00990372"/>
    <w:rsid w:val="00991507"/>
    <w:rsid w:val="00993366"/>
    <w:rsid w:val="009A6603"/>
    <w:rsid w:val="009B37E2"/>
    <w:rsid w:val="009B4374"/>
    <w:rsid w:val="009E5426"/>
    <w:rsid w:val="009E7B1F"/>
    <w:rsid w:val="009F14BC"/>
    <w:rsid w:val="009F29BA"/>
    <w:rsid w:val="009F4067"/>
    <w:rsid w:val="009F7974"/>
    <w:rsid w:val="00A024FC"/>
    <w:rsid w:val="00A21534"/>
    <w:rsid w:val="00A236D7"/>
    <w:rsid w:val="00A27ED6"/>
    <w:rsid w:val="00A35E4A"/>
    <w:rsid w:val="00A47C5B"/>
    <w:rsid w:val="00A51EDD"/>
    <w:rsid w:val="00A55095"/>
    <w:rsid w:val="00A55F40"/>
    <w:rsid w:val="00A62DE5"/>
    <w:rsid w:val="00A63872"/>
    <w:rsid w:val="00A658E0"/>
    <w:rsid w:val="00A72E41"/>
    <w:rsid w:val="00A7605A"/>
    <w:rsid w:val="00A817BD"/>
    <w:rsid w:val="00A81B5D"/>
    <w:rsid w:val="00A85C44"/>
    <w:rsid w:val="00A94718"/>
    <w:rsid w:val="00A95754"/>
    <w:rsid w:val="00AA112C"/>
    <w:rsid w:val="00AA2B50"/>
    <w:rsid w:val="00AB141E"/>
    <w:rsid w:val="00AC05EA"/>
    <w:rsid w:val="00AC7F84"/>
    <w:rsid w:val="00AD0BFA"/>
    <w:rsid w:val="00AD1620"/>
    <w:rsid w:val="00AD26A7"/>
    <w:rsid w:val="00AE06EA"/>
    <w:rsid w:val="00AE0B13"/>
    <w:rsid w:val="00AE4F03"/>
    <w:rsid w:val="00AF3804"/>
    <w:rsid w:val="00AF3FE0"/>
    <w:rsid w:val="00AF4A5C"/>
    <w:rsid w:val="00AF66C0"/>
    <w:rsid w:val="00AF73AA"/>
    <w:rsid w:val="00AF745E"/>
    <w:rsid w:val="00B05FE2"/>
    <w:rsid w:val="00B07FBA"/>
    <w:rsid w:val="00B15012"/>
    <w:rsid w:val="00B223A4"/>
    <w:rsid w:val="00B3183C"/>
    <w:rsid w:val="00B4417B"/>
    <w:rsid w:val="00B44765"/>
    <w:rsid w:val="00B44F06"/>
    <w:rsid w:val="00B46DDE"/>
    <w:rsid w:val="00B47BFE"/>
    <w:rsid w:val="00B47DEB"/>
    <w:rsid w:val="00B47F9A"/>
    <w:rsid w:val="00B51DF2"/>
    <w:rsid w:val="00B527D6"/>
    <w:rsid w:val="00B52A72"/>
    <w:rsid w:val="00B54A2A"/>
    <w:rsid w:val="00B54E0F"/>
    <w:rsid w:val="00B637D9"/>
    <w:rsid w:val="00B63812"/>
    <w:rsid w:val="00B67366"/>
    <w:rsid w:val="00B768FC"/>
    <w:rsid w:val="00B82752"/>
    <w:rsid w:val="00B90908"/>
    <w:rsid w:val="00B94B5C"/>
    <w:rsid w:val="00B96EB9"/>
    <w:rsid w:val="00B97063"/>
    <w:rsid w:val="00BA0824"/>
    <w:rsid w:val="00BA3AD7"/>
    <w:rsid w:val="00BA5D1C"/>
    <w:rsid w:val="00BB2834"/>
    <w:rsid w:val="00BB3CD4"/>
    <w:rsid w:val="00BC00C2"/>
    <w:rsid w:val="00BC0133"/>
    <w:rsid w:val="00BC4F64"/>
    <w:rsid w:val="00BE07FD"/>
    <w:rsid w:val="00BE581C"/>
    <w:rsid w:val="00BF1A98"/>
    <w:rsid w:val="00BF5A57"/>
    <w:rsid w:val="00BF5C98"/>
    <w:rsid w:val="00C06BF8"/>
    <w:rsid w:val="00C07830"/>
    <w:rsid w:val="00C12416"/>
    <w:rsid w:val="00C128C4"/>
    <w:rsid w:val="00C13DFB"/>
    <w:rsid w:val="00C177F6"/>
    <w:rsid w:val="00C22F40"/>
    <w:rsid w:val="00C232AE"/>
    <w:rsid w:val="00C2444C"/>
    <w:rsid w:val="00C257DF"/>
    <w:rsid w:val="00C27D04"/>
    <w:rsid w:val="00C31BE0"/>
    <w:rsid w:val="00C32645"/>
    <w:rsid w:val="00C37129"/>
    <w:rsid w:val="00C4097A"/>
    <w:rsid w:val="00C43C59"/>
    <w:rsid w:val="00C44F15"/>
    <w:rsid w:val="00C44FCD"/>
    <w:rsid w:val="00C550E8"/>
    <w:rsid w:val="00C5629B"/>
    <w:rsid w:val="00C568D9"/>
    <w:rsid w:val="00C61736"/>
    <w:rsid w:val="00C670BA"/>
    <w:rsid w:val="00C70CAC"/>
    <w:rsid w:val="00C740EF"/>
    <w:rsid w:val="00C75C9A"/>
    <w:rsid w:val="00C83F6A"/>
    <w:rsid w:val="00C911BB"/>
    <w:rsid w:val="00C94941"/>
    <w:rsid w:val="00C96462"/>
    <w:rsid w:val="00CA0094"/>
    <w:rsid w:val="00CA1C61"/>
    <w:rsid w:val="00CB27DF"/>
    <w:rsid w:val="00CB2C77"/>
    <w:rsid w:val="00CB2CFF"/>
    <w:rsid w:val="00CC0E24"/>
    <w:rsid w:val="00CC2101"/>
    <w:rsid w:val="00CD3E3E"/>
    <w:rsid w:val="00CD43AD"/>
    <w:rsid w:val="00CD6F47"/>
    <w:rsid w:val="00CE270F"/>
    <w:rsid w:val="00CE66DB"/>
    <w:rsid w:val="00CF29CD"/>
    <w:rsid w:val="00CF511C"/>
    <w:rsid w:val="00CF5ECD"/>
    <w:rsid w:val="00D02656"/>
    <w:rsid w:val="00D11657"/>
    <w:rsid w:val="00D117E8"/>
    <w:rsid w:val="00D1546A"/>
    <w:rsid w:val="00D260F5"/>
    <w:rsid w:val="00D279D0"/>
    <w:rsid w:val="00D36BB3"/>
    <w:rsid w:val="00D37FC9"/>
    <w:rsid w:val="00D50DC4"/>
    <w:rsid w:val="00D516B6"/>
    <w:rsid w:val="00D60051"/>
    <w:rsid w:val="00D63183"/>
    <w:rsid w:val="00D6646D"/>
    <w:rsid w:val="00D75FA9"/>
    <w:rsid w:val="00D802CE"/>
    <w:rsid w:val="00D8271B"/>
    <w:rsid w:val="00D850B5"/>
    <w:rsid w:val="00D86669"/>
    <w:rsid w:val="00D90DB4"/>
    <w:rsid w:val="00D91C25"/>
    <w:rsid w:val="00D94B1A"/>
    <w:rsid w:val="00D952EC"/>
    <w:rsid w:val="00D9712F"/>
    <w:rsid w:val="00DA01E0"/>
    <w:rsid w:val="00DB0982"/>
    <w:rsid w:val="00DB27E1"/>
    <w:rsid w:val="00DB35CF"/>
    <w:rsid w:val="00DB47D4"/>
    <w:rsid w:val="00DC1405"/>
    <w:rsid w:val="00DC4BB2"/>
    <w:rsid w:val="00DD2DBF"/>
    <w:rsid w:val="00DD3A7D"/>
    <w:rsid w:val="00DE16DA"/>
    <w:rsid w:val="00DE4287"/>
    <w:rsid w:val="00DE4E1C"/>
    <w:rsid w:val="00DE5C03"/>
    <w:rsid w:val="00DF6508"/>
    <w:rsid w:val="00E030CE"/>
    <w:rsid w:val="00E07A3D"/>
    <w:rsid w:val="00E10806"/>
    <w:rsid w:val="00E10AD1"/>
    <w:rsid w:val="00E1575B"/>
    <w:rsid w:val="00E207D2"/>
    <w:rsid w:val="00E211EA"/>
    <w:rsid w:val="00E25C0E"/>
    <w:rsid w:val="00E3284A"/>
    <w:rsid w:val="00E3423E"/>
    <w:rsid w:val="00E35087"/>
    <w:rsid w:val="00E46279"/>
    <w:rsid w:val="00E477E2"/>
    <w:rsid w:val="00E50218"/>
    <w:rsid w:val="00E52B52"/>
    <w:rsid w:val="00E73A37"/>
    <w:rsid w:val="00E744D6"/>
    <w:rsid w:val="00E7618E"/>
    <w:rsid w:val="00E7764A"/>
    <w:rsid w:val="00E8014D"/>
    <w:rsid w:val="00E862E1"/>
    <w:rsid w:val="00E9149F"/>
    <w:rsid w:val="00E97B40"/>
    <w:rsid w:val="00EA4686"/>
    <w:rsid w:val="00EA7B2A"/>
    <w:rsid w:val="00EB0F04"/>
    <w:rsid w:val="00EB1987"/>
    <w:rsid w:val="00EB400E"/>
    <w:rsid w:val="00EB7489"/>
    <w:rsid w:val="00EC08FE"/>
    <w:rsid w:val="00EC2662"/>
    <w:rsid w:val="00ED798A"/>
    <w:rsid w:val="00EE2897"/>
    <w:rsid w:val="00EE2917"/>
    <w:rsid w:val="00EE4FDA"/>
    <w:rsid w:val="00EF18DC"/>
    <w:rsid w:val="00F03DB4"/>
    <w:rsid w:val="00F048EE"/>
    <w:rsid w:val="00F0768D"/>
    <w:rsid w:val="00F07B2B"/>
    <w:rsid w:val="00F11719"/>
    <w:rsid w:val="00F137F2"/>
    <w:rsid w:val="00F236C4"/>
    <w:rsid w:val="00F30CD2"/>
    <w:rsid w:val="00F32D79"/>
    <w:rsid w:val="00F36016"/>
    <w:rsid w:val="00F367BD"/>
    <w:rsid w:val="00F55E6F"/>
    <w:rsid w:val="00F607AF"/>
    <w:rsid w:val="00F62CAD"/>
    <w:rsid w:val="00F66AC3"/>
    <w:rsid w:val="00F67A8D"/>
    <w:rsid w:val="00F737A6"/>
    <w:rsid w:val="00F84BFD"/>
    <w:rsid w:val="00F95F77"/>
    <w:rsid w:val="00F963D1"/>
    <w:rsid w:val="00FA18EF"/>
    <w:rsid w:val="00FA2CD8"/>
    <w:rsid w:val="00FB1A6E"/>
    <w:rsid w:val="00FB270D"/>
    <w:rsid w:val="00FB47DF"/>
    <w:rsid w:val="00FC0C29"/>
    <w:rsid w:val="00FC3E1A"/>
    <w:rsid w:val="00FD173E"/>
    <w:rsid w:val="00FD6DD1"/>
    <w:rsid w:val="00FE1B15"/>
    <w:rsid w:val="00FE216B"/>
    <w:rsid w:val="00FE331D"/>
    <w:rsid w:val="00FF4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4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9324A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DD3A7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19324A"/>
    <w:pPr>
      <w:ind w:left="522"/>
    </w:pPr>
    <w:rPr>
      <w:b/>
      <w:bCs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21">
    <w:name w:val="Основной текст 21"/>
    <w:basedOn w:val="Normal"/>
    <w:uiPriority w:val="99"/>
    <w:rsid w:val="0019324A"/>
    <w:pPr>
      <w:widowControl w:val="0"/>
      <w:spacing w:before="200"/>
      <w:ind w:left="120"/>
      <w:jc w:val="center"/>
    </w:pPr>
    <w:rPr>
      <w:b/>
    </w:rPr>
  </w:style>
  <w:style w:type="character" w:styleId="Strong">
    <w:name w:val="Strong"/>
    <w:basedOn w:val="DefaultParagraphFont"/>
    <w:uiPriority w:val="99"/>
    <w:qFormat/>
    <w:rsid w:val="00395E97"/>
    <w:rPr>
      <w:rFonts w:cs="Times New Roman"/>
      <w:b/>
      <w:bCs/>
    </w:rPr>
  </w:style>
  <w:style w:type="paragraph" w:styleId="NoSpacing">
    <w:name w:val="No Spacing"/>
    <w:uiPriority w:val="99"/>
    <w:qFormat/>
    <w:rsid w:val="00E3423E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86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367</TotalTime>
  <Pages>8</Pages>
  <Words>1617</Words>
  <Characters>9223</Characters>
  <Application>Microsoft Office Outlook</Application>
  <DocSecurity>0</DocSecurity>
  <Lines>0</Lines>
  <Paragraphs>0</Paragraphs>
  <ScaleCrop>false</ScaleCrop>
  <Company>_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</dc:title>
  <dc:subject/>
  <dc:creator>_</dc:creator>
  <cp:keywords/>
  <dc:description/>
  <cp:lastModifiedBy>Алена</cp:lastModifiedBy>
  <cp:revision>17</cp:revision>
  <cp:lastPrinted>2016-02-24T00:05:00Z</cp:lastPrinted>
  <dcterms:created xsi:type="dcterms:W3CDTF">2016-02-09T22:31:00Z</dcterms:created>
  <dcterms:modified xsi:type="dcterms:W3CDTF">2016-02-25T06:14:00Z</dcterms:modified>
</cp:coreProperties>
</file>